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B0" w:rsidRPr="00F4351A" w:rsidRDefault="00BF12B0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8</w:t>
      </w:r>
    </w:p>
    <w:p w:rsidR="00BF12B0" w:rsidRPr="00F4351A" w:rsidRDefault="00BF12B0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к  решению Собрания депутатов         Кашинского района  Тверской области      </w:t>
      </w:r>
    </w:p>
    <w:p w:rsidR="00BF12B0" w:rsidRPr="00F4351A" w:rsidRDefault="00BF12B0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26.05.</w:t>
      </w:r>
      <w:r w:rsidRPr="00F4351A">
        <w:rPr>
          <w:rFonts w:ascii="Times New Roman" w:hAnsi="Times New Roman"/>
        </w:rPr>
        <w:t xml:space="preserve">2016 № </w:t>
      </w:r>
      <w:r>
        <w:rPr>
          <w:rFonts w:ascii="Times New Roman" w:hAnsi="Times New Roman"/>
        </w:rPr>
        <w:t>58</w:t>
      </w:r>
      <w:r w:rsidRPr="00F4351A">
        <w:rPr>
          <w:rFonts w:ascii="Times New Roman" w:hAnsi="Times New Roman"/>
        </w:rPr>
        <w:t xml:space="preserve">   </w:t>
      </w:r>
    </w:p>
    <w:p w:rsidR="00BF12B0" w:rsidRPr="00F4351A" w:rsidRDefault="00BF12B0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</w:p>
    <w:p w:rsidR="00BF12B0" w:rsidRPr="00F4351A" w:rsidRDefault="00BF12B0" w:rsidP="0006556B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>«Приложение № 14</w:t>
      </w:r>
    </w:p>
    <w:p w:rsidR="00BF12B0" w:rsidRDefault="00BF12B0" w:rsidP="00CD3F02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>к  решению Собрания депутатов  Кашинского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 xml:space="preserve">района 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 xml:space="preserve">Тверской области </w:t>
      </w:r>
    </w:p>
    <w:p w:rsidR="00BF12B0" w:rsidRPr="00F4351A" w:rsidRDefault="00BF12B0" w:rsidP="00CD3F02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от  22.12. 2015 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>№ 28  «О бюджете Кашинского района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>на 2016 год»</w:t>
      </w:r>
    </w:p>
    <w:p w:rsidR="00BF12B0" w:rsidRPr="00736DE1" w:rsidRDefault="00BF12B0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</w:p>
    <w:p w:rsidR="00BF12B0" w:rsidRPr="00736DE1" w:rsidRDefault="00BF12B0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  <w:r w:rsidRPr="00736DE1">
        <w:rPr>
          <w:rFonts w:ascii="Times New Roman" w:hAnsi="Times New Roman"/>
          <w:sz w:val="16"/>
          <w:szCs w:val="24"/>
        </w:rPr>
        <w:t xml:space="preserve">                                                                                                                                      </w:t>
      </w:r>
    </w:p>
    <w:p w:rsidR="00BF12B0" w:rsidRPr="00736DE1" w:rsidRDefault="00BF12B0" w:rsidP="00736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DE1"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сельских поселений</w:t>
      </w:r>
    </w:p>
    <w:p w:rsidR="00BF12B0" w:rsidRPr="00736DE1" w:rsidRDefault="00BF12B0" w:rsidP="00736D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DE1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736DE1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F12B0" w:rsidRPr="00736DE1" w:rsidRDefault="00BF12B0" w:rsidP="00736DE1">
      <w:pPr>
        <w:spacing w:after="0" w:line="240" w:lineRule="auto"/>
        <w:ind w:left="1065"/>
        <w:rPr>
          <w:rFonts w:ascii="Times New Roman" w:hAnsi="Times New Roman"/>
          <w:sz w:val="20"/>
          <w:szCs w:val="20"/>
        </w:rPr>
      </w:pPr>
    </w:p>
    <w:tbl>
      <w:tblPr>
        <w:tblW w:w="97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3"/>
        <w:gridCol w:w="6836"/>
        <w:gridCol w:w="1744"/>
      </w:tblGrid>
      <w:tr w:rsidR="00BF12B0" w:rsidRPr="00DA1C31" w:rsidTr="00AC15D4">
        <w:trPr>
          <w:trHeight w:val="252"/>
        </w:trPr>
        <w:tc>
          <w:tcPr>
            <w:tcW w:w="1143" w:type="dxa"/>
            <w:vMerge w:val="restart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36" w:type="dxa"/>
            <w:vMerge w:val="restart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744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BF12B0" w:rsidRPr="00DA1C31" w:rsidTr="00AC15D4">
        <w:trPr>
          <w:trHeight w:val="301"/>
        </w:trPr>
        <w:tc>
          <w:tcPr>
            <w:tcW w:w="1143" w:type="dxa"/>
            <w:vMerge/>
            <w:vAlign w:val="center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6" w:type="dxa"/>
            <w:vMerge/>
            <w:vAlign w:val="center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</w:tcPr>
          <w:p w:rsidR="00BF12B0" w:rsidRPr="00736DE1" w:rsidRDefault="00BF12B0" w:rsidP="00605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736D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F12B0" w:rsidRPr="00DA1C31" w:rsidTr="00AC15D4">
        <w:trPr>
          <w:trHeight w:val="301"/>
        </w:trPr>
        <w:tc>
          <w:tcPr>
            <w:tcW w:w="1143" w:type="dxa"/>
            <w:vMerge/>
            <w:vAlign w:val="center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6" w:type="dxa"/>
            <w:vMerge/>
            <w:vAlign w:val="center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vMerge/>
            <w:vAlign w:val="center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2B0" w:rsidRPr="00DA1C31" w:rsidTr="00AC15D4">
        <w:trPr>
          <w:trHeight w:val="336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6" w:type="dxa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Давыдовское сельское поселение</w:t>
            </w:r>
          </w:p>
        </w:tc>
        <w:tc>
          <w:tcPr>
            <w:tcW w:w="1744" w:type="dxa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F12B0" w:rsidRPr="00DA1C31" w:rsidTr="00AC15D4">
        <w:trPr>
          <w:trHeight w:val="245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6" w:type="dxa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Верхнетроицкое сельское поселение</w:t>
            </w:r>
          </w:p>
        </w:tc>
        <w:tc>
          <w:tcPr>
            <w:tcW w:w="1744" w:type="dxa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129,2</w:t>
            </w:r>
          </w:p>
        </w:tc>
      </w:tr>
      <w:tr w:rsidR="00BF12B0" w:rsidRPr="00DA1C31" w:rsidTr="00AC15D4">
        <w:trPr>
          <w:trHeight w:val="245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6" w:type="dxa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Славковское сельское поселение</w:t>
            </w:r>
          </w:p>
        </w:tc>
        <w:tc>
          <w:tcPr>
            <w:tcW w:w="1744" w:type="dxa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231,6</w:t>
            </w:r>
          </w:p>
        </w:tc>
      </w:tr>
      <w:tr w:rsidR="00BF12B0" w:rsidRPr="00DA1C31" w:rsidTr="00AC15D4">
        <w:trPr>
          <w:trHeight w:val="245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6" w:type="dxa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Уницкое сельское поселение</w:t>
            </w:r>
          </w:p>
        </w:tc>
        <w:tc>
          <w:tcPr>
            <w:tcW w:w="1744" w:type="dxa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215,8</w:t>
            </w:r>
          </w:p>
        </w:tc>
      </w:tr>
      <w:tr w:rsidR="00BF12B0" w:rsidRPr="00DA1C31" w:rsidTr="00AC15D4">
        <w:trPr>
          <w:trHeight w:val="245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6" w:type="dxa"/>
          </w:tcPr>
          <w:p w:rsidR="00BF12B0" w:rsidRPr="00736DE1" w:rsidRDefault="00BF12B0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Фарафоновское сельское поселение</w:t>
            </w:r>
          </w:p>
        </w:tc>
        <w:tc>
          <w:tcPr>
            <w:tcW w:w="1744" w:type="dxa"/>
            <w:vAlign w:val="center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F12B0" w:rsidRPr="00DA1C31" w:rsidTr="00AC15D4">
        <w:trPr>
          <w:trHeight w:val="353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836" w:type="dxa"/>
          </w:tcPr>
          <w:p w:rsidR="00BF12B0" w:rsidRPr="00DA1C31" w:rsidRDefault="00BF12B0" w:rsidP="00AA535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A1C31"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1744" w:type="dxa"/>
          </w:tcPr>
          <w:p w:rsidR="00BF12B0" w:rsidRPr="00AA535A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223,4</w:t>
            </w:r>
          </w:p>
        </w:tc>
      </w:tr>
      <w:tr w:rsidR="00BF12B0" w:rsidRPr="00DA1C31" w:rsidTr="00AC15D4">
        <w:trPr>
          <w:trHeight w:val="353"/>
        </w:trPr>
        <w:tc>
          <w:tcPr>
            <w:tcW w:w="1143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36" w:type="dxa"/>
          </w:tcPr>
          <w:p w:rsidR="00BF12B0" w:rsidRPr="00DA1C31" w:rsidRDefault="00BF12B0" w:rsidP="00736DE1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C31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4" w:type="dxa"/>
          </w:tcPr>
          <w:p w:rsidR="00BF12B0" w:rsidRPr="00736DE1" w:rsidRDefault="00BF12B0" w:rsidP="00736D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</w:tr>
    </w:tbl>
    <w:p w:rsidR="00BF12B0" w:rsidRPr="00736DE1" w:rsidRDefault="00BF12B0" w:rsidP="00736DE1">
      <w:pPr>
        <w:tabs>
          <w:tab w:val="left" w:pos="76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36DE1">
        <w:rPr>
          <w:rFonts w:ascii="Times New Roman" w:hAnsi="Times New Roman"/>
          <w:sz w:val="24"/>
          <w:szCs w:val="24"/>
        </w:rPr>
        <w:tab/>
      </w:r>
    </w:p>
    <w:p w:rsidR="00BF12B0" w:rsidRDefault="00BF12B0" w:rsidP="00F4351A">
      <w:pPr>
        <w:jc w:val="right"/>
      </w:pPr>
      <w:r>
        <w:rPr>
          <w:rFonts w:ascii="Times New Roman" w:hAnsi="Times New Roman"/>
        </w:rPr>
        <w:t>»</w:t>
      </w:r>
      <w:r>
        <w:t>.</w:t>
      </w:r>
    </w:p>
    <w:sectPr w:rsidR="00BF12B0" w:rsidSect="00852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DE1"/>
    <w:rsid w:val="0006556B"/>
    <w:rsid w:val="0009448F"/>
    <w:rsid w:val="000D1020"/>
    <w:rsid w:val="001654F5"/>
    <w:rsid w:val="001862E4"/>
    <w:rsid w:val="001B5109"/>
    <w:rsid w:val="0022283D"/>
    <w:rsid w:val="0028274F"/>
    <w:rsid w:val="00380EA3"/>
    <w:rsid w:val="004716BF"/>
    <w:rsid w:val="00605114"/>
    <w:rsid w:val="00736DE1"/>
    <w:rsid w:val="00812777"/>
    <w:rsid w:val="00852D9B"/>
    <w:rsid w:val="00877DA8"/>
    <w:rsid w:val="008A3CBB"/>
    <w:rsid w:val="00A806E8"/>
    <w:rsid w:val="00AA535A"/>
    <w:rsid w:val="00AC15D4"/>
    <w:rsid w:val="00BE3302"/>
    <w:rsid w:val="00BF12B0"/>
    <w:rsid w:val="00CD3F02"/>
    <w:rsid w:val="00D00532"/>
    <w:rsid w:val="00D45FAA"/>
    <w:rsid w:val="00DA1C31"/>
    <w:rsid w:val="00F4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9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118</Words>
  <Characters>674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Пользователь</cp:lastModifiedBy>
  <cp:revision>17</cp:revision>
  <dcterms:created xsi:type="dcterms:W3CDTF">2015-12-24T08:33:00Z</dcterms:created>
  <dcterms:modified xsi:type="dcterms:W3CDTF">2016-05-26T11:51:00Z</dcterms:modified>
</cp:coreProperties>
</file>