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jc w:val="center"/>
        <w:tblLook w:val="0000"/>
      </w:tblPr>
      <w:tblGrid>
        <w:gridCol w:w="5685"/>
        <w:gridCol w:w="294"/>
        <w:gridCol w:w="3519"/>
        <w:gridCol w:w="440"/>
      </w:tblGrid>
      <w:tr w:rsidR="00B13915" w:rsidRPr="006B79B6" w:rsidTr="00125D4F">
        <w:trPr>
          <w:trHeight w:val="2019"/>
          <w:jc w:val="center"/>
        </w:trPr>
        <w:tc>
          <w:tcPr>
            <w:tcW w:w="9938" w:type="dxa"/>
            <w:gridSpan w:val="4"/>
          </w:tcPr>
          <w:p w:rsidR="00205B8E" w:rsidRPr="00A13C83" w:rsidRDefault="00205B8E" w:rsidP="00205B8E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3C83">
              <w:rPr>
                <w:rFonts w:ascii="Times New Roman" w:hAnsi="Times New Roman"/>
                <w:b/>
                <w:sz w:val="28"/>
                <w:szCs w:val="28"/>
              </w:rPr>
              <w:t>ТВЕРСКАЯ ОБЛАСТЬ</w:t>
            </w:r>
          </w:p>
          <w:p w:rsidR="00857336" w:rsidRPr="004311F6" w:rsidRDefault="00D307C4" w:rsidP="00205B8E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6"/>
              </w:rPr>
              <w:drawing>
                <wp:inline distT="0" distB="0" distL="0" distR="0">
                  <wp:extent cx="673100" cy="83693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3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4B6" w:rsidRPr="004311F6" w:rsidRDefault="00857336" w:rsidP="0085733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11F6">
              <w:rPr>
                <w:rFonts w:ascii="Times New Roman" w:hAnsi="Times New Roman"/>
                <w:b/>
                <w:sz w:val="28"/>
                <w:szCs w:val="28"/>
              </w:rPr>
              <w:t>КАШИНСКАЯ ГОРОДСКАЯ ДУМА</w:t>
            </w:r>
          </w:p>
          <w:p w:rsidR="003C34B6" w:rsidRPr="004311F6" w:rsidRDefault="003C34B6" w:rsidP="005521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3915" w:rsidRPr="006B79B6" w:rsidRDefault="00254AD4" w:rsidP="00552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AD4">
              <w:rPr>
                <w:rFonts w:ascii="Times New Roman" w:hAnsi="Times New Roman"/>
                <w:b/>
                <w:sz w:val="28"/>
                <w:szCs w:val="28"/>
              </w:rPr>
              <w:pict>
                <v:group id="_x0000_s1035" style="position:absolute;left:0;text-align:left;margin-left:1.2pt;margin-top:25.05pt;width:453.6pt;height:18.6pt;z-index:251657728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1440;top:4139;width:2592;height:380" filled="f" stroked="f">
                    <v:textbox style="mso-next-textbox:#_x0000_s1036" inset="8mm,0,0,0">
                      <w:txbxContent>
                        <w:p w:rsidR="00692D48" w:rsidRDefault="00692D48">
                          <w:pPr>
                            <w:rPr>
                              <w:rFonts w:ascii="Times New Roman" w:hAnsi="Times New Roman"/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37" type="#_x0000_t202" style="position:absolute;left:8976;top:4139;width:1536;height:380" filled="f" stroked="f">
                    <v:textbox style="mso-next-textbox:#_x0000_s1037" inset="8mm,0,0,0">
                      <w:txbxContent>
                        <w:p w:rsidR="00692D48" w:rsidRPr="00C90190" w:rsidRDefault="00692D48" w:rsidP="00C90190"/>
                      </w:txbxContent>
                    </v:textbox>
                  </v:shape>
                </v:group>
              </w:pict>
            </w:r>
            <w:r w:rsidR="00B13915" w:rsidRPr="004311F6"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  <w:p w:rsidR="00FC03CF" w:rsidRPr="006B79B6" w:rsidRDefault="00FC03CF" w:rsidP="003C34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3915" w:rsidRPr="006B79B6" w:rsidRDefault="005521EF" w:rsidP="005521EF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B79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6B79B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Pr="006B79B6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  <w:r w:rsidRPr="006B79B6">
              <w:rPr>
                <w:rFonts w:ascii="Times New Roman" w:hAnsi="Times New Roman"/>
                <w:sz w:val="28"/>
                <w:szCs w:val="28"/>
              </w:rPr>
              <w:tab/>
            </w:r>
            <w:r w:rsidR="00BA4971" w:rsidRPr="006B79B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B79B6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6B79B6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 w:rsidRPr="006B79B6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</w:p>
        </w:tc>
      </w:tr>
      <w:tr w:rsidR="002E4883" w:rsidRPr="006B79B6" w:rsidTr="00125D4F">
        <w:tblPrEx>
          <w:jc w:val="left"/>
          <w:tblLook w:val="04A0"/>
        </w:tblPrEx>
        <w:trPr>
          <w:gridAfter w:val="1"/>
          <w:wAfter w:w="440" w:type="dxa"/>
          <w:trHeight w:val="742"/>
        </w:trPr>
        <w:tc>
          <w:tcPr>
            <w:tcW w:w="5685" w:type="dxa"/>
            <w:shd w:val="clear" w:color="auto" w:fill="auto"/>
          </w:tcPr>
          <w:p w:rsidR="002E4883" w:rsidRPr="00B70C5A" w:rsidRDefault="009A785C" w:rsidP="00B70C5A">
            <w:pPr>
              <w:widowControl w:val="0"/>
              <w:ind w:right="1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C5A">
              <w:rPr>
                <w:rFonts w:ascii="Times New Roman" w:hAnsi="Times New Roman"/>
                <w:sz w:val="28"/>
                <w:szCs w:val="28"/>
              </w:rPr>
              <w:t xml:space="preserve">О  внесении изменений </w:t>
            </w:r>
            <w:r w:rsidR="00B70C5A" w:rsidRPr="00B70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0C5A">
              <w:rPr>
                <w:rFonts w:ascii="Times New Roman" w:hAnsi="Times New Roman"/>
                <w:sz w:val="28"/>
                <w:szCs w:val="28"/>
              </w:rPr>
              <w:t>в</w:t>
            </w:r>
            <w:r w:rsidR="00B70C5A" w:rsidRPr="00B70C5A">
              <w:rPr>
                <w:rFonts w:ascii="Times New Roman" w:hAnsi="Times New Roman"/>
                <w:sz w:val="28"/>
                <w:szCs w:val="28"/>
              </w:rPr>
              <w:t xml:space="preserve"> решение  Совета депутатов </w:t>
            </w:r>
            <w:proofErr w:type="spellStart"/>
            <w:r w:rsidR="00B70C5A" w:rsidRPr="00B70C5A">
              <w:rPr>
                <w:rFonts w:ascii="Times New Roman" w:hAnsi="Times New Roman"/>
                <w:sz w:val="28"/>
                <w:szCs w:val="28"/>
              </w:rPr>
              <w:t>Пестриковского</w:t>
            </w:r>
            <w:proofErr w:type="spellEnd"/>
            <w:r w:rsidR="00B70C5A" w:rsidRPr="00B70C5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30.11.2015 № 29 «Об утверждении П</w:t>
            </w:r>
            <w:r w:rsidRPr="00B70C5A">
              <w:rPr>
                <w:rFonts w:ascii="Times New Roman" w:hAnsi="Times New Roman"/>
                <w:sz w:val="28"/>
                <w:szCs w:val="28"/>
              </w:rPr>
              <w:t xml:space="preserve">равил землепользования и застройки </w:t>
            </w:r>
            <w:proofErr w:type="spellStart"/>
            <w:r w:rsidR="003176F7" w:rsidRPr="00B70C5A">
              <w:rPr>
                <w:rFonts w:ascii="Times New Roman" w:hAnsi="Times New Roman"/>
                <w:sz w:val="28"/>
                <w:szCs w:val="28"/>
              </w:rPr>
              <w:t>Пестриковского</w:t>
            </w:r>
            <w:proofErr w:type="spellEnd"/>
            <w:r w:rsidR="003176F7" w:rsidRPr="00B70C5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Кашинского района Тверской области</w:t>
            </w:r>
            <w:r w:rsidRPr="00B70C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4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9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4883" w:rsidRPr="006B79B6" w:rsidTr="00125D4F">
        <w:tblPrEx>
          <w:jc w:val="left"/>
          <w:tblLook w:val="04A0"/>
        </w:tblPrEx>
        <w:trPr>
          <w:gridAfter w:val="1"/>
          <w:wAfter w:w="440" w:type="dxa"/>
          <w:trHeight w:val="183"/>
        </w:trPr>
        <w:tc>
          <w:tcPr>
            <w:tcW w:w="5685" w:type="dxa"/>
            <w:shd w:val="clear" w:color="auto" w:fill="auto"/>
          </w:tcPr>
          <w:p w:rsidR="002E4883" w:rsidRPr="00C44D8F" w:rsidRDefault="002E4883" w:rsidP="000F57E3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94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9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4883" w:rsidRPr="006B79B6" w:rsidTr="00125D4F">
        <w:tblPrEx>
          <w:jc w:val="left"/>
          <w:tblLook w:val="04A0"/>
        </w:tblPrEx>
        <w:trPr>
          <w:gridAfter w:val="1"/>
          <w:wAfter w:w="440" w:type="dxa"/>
          <w:trHeight w:val="74"/>
        </w:trPr>
        <w:tc>
          <w:tcPr>
            <w:tcW w:w="5685" w:type="dxa"/>
            <w:shd w:val="clear" w:color="auto" w:fill="auto"/>
          </w:tcPr>
          <w:p w:rsidR="00125D4F" w:rsidRDefault="00125D4F" w:rsidP="00303A10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0C5A" w:rsidRPr="006B79B6" w:rsidRDefault="00B70C5A" w:rsidP="00303A10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4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9" w:type="dxa"/>
            <w:shd w:val="clear" w:color="auto" w:fill="auto"/>
          </w:tcPr>
          <w:p w:rsidR="002E4883" w:rsidRPr="006B79B6" w:rsidRDefault="002E4883" w:rsidP="00303A10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57E3" w:rsidRDefault="000F57E3" w:rsidP="000F57E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67BBA">
        <w:rPr>
          <w:rFonts w:ascii="Times New Roman" w:hAnsi="Times New Roman"/>
          <w:sz w:val="28"/>
          <w:szCs w:val="28"/>
        </w:rPr>
        <w:t>уководствуясь статьей 32 Градостроительного кодекс</w:t>
      </w:r>
      <w:r w:rsidR="0052231D">
        <w:rPr>
          <w:rFonts w:ascii="Times New Roman" w:hAnsi="Times New Roman"/>
          <w:sz w:val="28"/>
          <w:szCs w:val="28"/>
        </w:rPr>
        <w:t>а</w:t>
      </w:r>
      <w:r w:rsidRPr="00667BBA">
        <w:rPr>
          <w:rFonts w:ascii="Times New Roman" w:hAnsi="Times New Roman"/>
          <w:sz w:val="28"/>
          <w:szCs w:val="28"/>
        </w:rPr>
        <w:t xml:space="preserve">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4"/>
        </w:rPr>
        <w:t xml:space="preserve"> </w:t>
      </w:r>
      <w:r w:rsidRPr="006B79B6">
        <w:rPr>
          <w:rFonts w:ascii="Times New Roman" w:hAnsi="Times New Roman"/>
          <w:sz w:val="28"/>
          <w:szCs w:val="24"/>
        </w:rPr>
        <w:t xml:space="preserve"> </w:t>
      </w:r>
      <w:r w:rsidRPr="00667BBA">
        <w:rPr>
          <w:rFonts w:ascii="Times New Roman" w:hAnsi="Times New Roman"/>
          <w:sz w:val="28"/>
          <w:szCs w:val="28"/>
        </w:rPr>
        <w:t>рассмотрев проект</w:t>
      </w:r>
      <w:r w:rsidR="00B70C5A">
        <w:rPr>
          <w:rFonts w:ascii="Times New Roman" w:hAnsi="Times New Roman"/>
          <w:sz w:val="28"/>
          <w:szCs w:val="28"/>
        </w:rPr>
        <w:t xml:space="preserve"> решения Кашинской городской Думы</w:t>
      </w:r>
      <w:r w:rsidRPr="00667B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B70C5A">
        <w:rPr>
          <w:rFonts w:ascii="Times New Roman" w:hAnsi="Times New Roman"/>
          <w:sz w:val="28"/>
          <w:szCs w:val="28"/>
        </w:rPr>
        <w:t>О в</w:t>
      </w:r>
      <w:r w:rsidRPr="00667BBA">
        <w:rPr>
          <w:rFonts w:ascii="Times New Roman" w:hAnsi="Times New Roman"/>
          <w:sz w:val="28"/>
          <w:szCs w:val="28"/>
        </w:rPr>
        <w:t>несени</w:t>
      </w:r>
      <w:r w:rsidR="00B70C5A">
        <w:rPr>
          <w:rFonts w:ascii="Times New Roman" w:hAnsi="Times New Roman"/>
          <w:sz w:val="28"/>
          <w:szCs w:val="28"/>
        </w:rPr>
        <w:t xml:space="preserve">и </w:t>
      </w:r>
      <w:r w:rsidRPr="00667BBA">
        <w:rPr>
          <w:rFonts w:ascii="Times New Roman" w:hAnsi="Times New Roman"/>
          <w:sz w:val="28"/>
          <w:szCs w:val="28"/>
        </w:rPr>
        <w:t xml:space="preserve"> изменений в </w:t>
      </w:r>
      <w:r w:rsidR="00B70C5A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B70C5A">
        <w:rPr>
          <w:rFonts w:ascii="Times New Roman" w:hAnsi="Times New Roman"/>
          <w:sz w:val="28"/>
          <w:szCs w:val="28"/>
        </w:rPr>
        <w:t>Пестриковского</w:t>
      </w:r>
      <w:proofErr w:type="spellEnd"/>
      <w:r w:rsidR="00B70C5A">
        <w:rPr>
          <w:rFonts w:ascii="Times New Roman" w:hAnsi="Times New Roman"/>
          <w:sz w:val="28"/>
          <w:szCs w:val="28"/>
        </w:rPr>
        <w:t xml:space="preserve"> сельского поселения  от 30.11.2015 № 29 «Об утверждении П</w:t>
      </w:r>
      <w:r w:rsidRPr="00667BBA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proofErr w:type="spellStart"/>
      <w:r w:rsidR="003176F7">
        <w:rPr>
          <w:rFonts w:ascii="Times New Roman" w:hAnsi="Times New Roman"/>
          <w:sz w:val="28"/>
          <w:szCs w:val="28"/>
        </w:rPr>
        <w:t>Пестриковского</w:t>
      </w:r>
      <w:proofErr w:type="spellEnd"/>
      <w:r w:rsidR="003176F7">
        <w:rPr>
          <w:rFonts w:ascii="Times New Roman" w:hAnsi="Times New Roman"/>
          <w:sz w:val="28"/>
          <w:szCs w:val="28"/>
        </w:rPr>
        <w:t xml:space="preserve"> сельского поселения Кашинского района Тверской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67BBA">
        <w:rPr>
          <w:rFonts w:ascii="Times New Roman" w:hAnsi="Times New Roman"/>
          <w:sz w:val="28"/>
          <w:szCs w:val="28"/>
        </w:rPr>
        <w:t xml:space="preserve">,  учитывая  </w:t>
      </w:r>
      <w:r>
        <w:rPr>
          <w:rFonts w:ascii="Times New Roman" w:hAnsi="Times New Roman"/>
          <w:sz w:val="28"/>
          <w:szCs w:val="28"/>
        </w:rPr>
        <w:t>итоговое</w:t>
      </w:r>
      <w:r w:rsidRPr="00667BBA">
        <w:rPr>
          <w:rFonts w:ascii="Times New Roman" w:hAnsi="Times New Roman"/>
          <w:sz w:val="28"/>
          <w:szCs w:val="28"/>
        </w:rPr>
        <w:t xml:space="preserve"> заключение </w:t>
      </w:r>
      <w:r>
        <w:rPr>
          <w:rFonts w:ascii="Times New Roman" w:hAnsi="Times New Roman"/>
          <w:sz w:val="28"/>
          <w:szCs w:val="28"/>
        </w:rPr>
        <w:t>п</w:t>
      </w:r>
      <w:r w:rsidRPr="00667BBA">
        <w:rPr>
          <w:rFonts w:ascii="Times New Roman" w:hAnsi="Times New Roman"/>
          <w:sz w:val="28"/>
          <w:szCs w:val="28"/>
        </w:rPr>
        <w:t>о результата</w:t>
      </w:r>
      <w:r>
        <w:rPr>
          <w:rFonts w:ascii="Times New Roman" w:hAnsi="Times New Roman"/>
          <w:sz w:val="28"/>
          <w:szCs w:val="28"/>
        </w:rPr>
        <w:t>м</w:t>
      </w:r>
      <w:r w:rsidRPr="00667BBA">
        <w:rPr>
          <w:rFonts w:ascii="Times New Roman" w:hAnsi="Times New Roman"/>
          <w:sz w:val="28"/>
          <w:szCs w:val="28"/>
        </w:rPr>
        <w:t xml:space="preserve"> публичных слушаний от </w:t>
      </w:r>
      <w:r>
        <w:rPr>
          <w:rFonts w:ascii="Times New Roman" w:hAnsi="Times New Roman"/>
          <w:sz w:val="28"/>
          <w:szCs w:val="28"/>
        </w:rPr>
        <w:t>«___» _______</w:t>
      </w:r>
      <w:r w:rsidRPr="00667BB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 года</w:t>
      </w:r>
      <w:r w:rsidRPr="00667BBA">
        <w:rPr>
          <w:rFonts w:ascii="Times New Roman" w:hAnsi="Times New Roman"/>
          <w:sz w:val="28"/>
          <w:szCs w:val="28"/>
        </w:rPr>
        <w:t xml:space="preserve"> по проекту </w:t>
      </w:r>
      <w:r w:rsidR="00B70C5A">
        <w:rPr>
          <w:rFonts w:ascii="Times New Roman" w:hAnsi="Times New Roman"/>
          <w:sz w:val="28"/>
          <w:szCs w:val="28"/>
        </w:rPr>
        <w:t xml:space="preserve">решения Кашинской городской Думы </w:t>
      </w:r>
      <w:r w:rsidRPr="00667BBA">
        <w:rPr>
          <w:rFonts w:ascii="Times New Roman" w:hAnsi="Times New Roman"/>
          <w:sz w:val="28"/>
          <w:szCs w:val="28"/>
        </w:rPr>
        <w:t>«</w:t>
      </w:r>
      <w:r w:rsidR="00B70C5A">
        <w:rPr>
          <w:rFonts w:ascii="Times New Roman" w:hAnsi="Times New Roman"/>
          <w:sz w:val="28"/>
          <w:szCs w:val="28"/>
        </w:rPr>
        <w:t>О в</w:t>
      </w:r>
      <w:r w:rsidRPr="00667BBA">
        <w:rPr>
          <w:rFonts w:ascii="Times New Roman" w:hAnsi="Times New Roman"/>
          <w:sz w:val="28"/>
          <w:szCs w:val="28"/>
        </w:rPr>
        <w:t xml:space="preserve">несение изменений в </w:t>
      </w:r>
      <w:r w:rsidR="00B70C5A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B70C5A">
        <w:rPr>
          <w:rFonts w:ascii="Times New Roman" w:hAnsi="Times New Roman"/>
          <w:sz w:val="28"/>
          <w:szCs w:val="28"/>
        </w:rPr>
        <w:t>Пестриковского</w:t>
      </w:r>
      <w:proofErr w:type="spellEnd"/>
      <w:r w:rsidR="00B70C5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307C4">
        <w:rPr>
          <w:rFonts w:ascii="Times New Roman" w:hAnsi="Times New Roman"/>
          <w:sz w:val="28"/>
          <w:szCs w:val="28"/>
        </w:rPr>
        <w:t xml:space="preserve"> Кашинского района Тверской области от 30.11.2015 № 29 «Об утверждении </w:t>
      </w:r>
      <w:proofErr w:type="spellStart"/>
      <w:r w:rsidR="00D307C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</w:t>
      </w:r>
      <w:r w:rsidRPr="00667BBA">
        <w:rPr>
          <w:rFonts w:ascii="Times New Roman" w:hAnsi="Times New Roman"/>
          <w:sz w:val="28"/>
          <w:szCs w:val="28"/>
        </w:rPr>
        <w:t>равила</w:t>
      </w:r>
      <w:proofErr w:type="spellEnd"/>
      <w:r w:rsidRPr="00667BBA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proofErr w:type="spellStart"/>
      <w:r w:rsidR="003176F7">
        <w:rPr>
          <w:rFonts w:ascii="Times New Roman" w:hAnsi="Times New Roman"/>
          <w:sz w:val="28"/>
          <w:szCs w:val="28"/>
        </w:rPr>
        <w:t>Пестриковского</w:t>
      </w:r>
      <w:proofErr w:type="spellEnd"/>
      <w:r w:rsidR="003176F7">
        <w:rPr>
          <w:rFonts w:ascii="Times New Roman" w:hAnsi="Times New Roman"/>
          <w:sz w:val="28"/>
          <w:szCs w:val="28"/>
        </w:rPr>
        <w:t xml:space="preserve"> сельского поселения Кашинского района Тверской области</w:t>
      </w:r>
      <w:r>
        <w:rPr>
          <w:rFonts w:ascii="Times New Roman" w:hAnsi="Times New Roman"/>
          <w:sz w:val="28"/>
          <w:szCs w:val="28"/>
        </w:rPr>
        <w:t>»</w:t>
      </w:r>
      <w:r w:rsidR="003176F7">
        <w:rPr>
          <w:rFonts w:ascii="Times New Roman" w:hAnsi="Times New Roman"/>
          <w:sz w:val="28"/>
          <w:szCs w:val="28"/>
        </w:rPr>
        <w:t>, в соответствии с Уставом Кашинского городского округа</w:t>
      </w:r>
      <w:r w:rsidRPr="00667BBA">
        <w:rPr>
          <w:rFonts w:ascii="Times New Roman" w:hAnsi="Times New Roman"/>
          <w:sz w:val="28"/>
          <w:szCs w:val="28"/>
        </w:rPr>
        <w:t xml:space="preserve"> </w:t>
      </w:r>
      <w:r w:rsidR="0052231D"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3176F7" w:rsidRPr="00D40E47" w:rsidRDefault="00D40E47" w:rsidP="00D40E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40E47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8188"/>
        <w:gridCol w:w="1418"/>
      </w:tblGrid>
      <w:tr w:rsidR="003176F7" w:rsidRPr="006B79B6" w:rsidTr="004C3105">
        <w:tc>
          <w:tcPr>
            <w:tcW w:w="8188" w:type="dxa"/>
            <w:shd w:val="clear" w:color="auto" w:fill="auto"/>
          </w:tcPr>
          <w:p w:rsidR="003176F7" w:rsidRPr="00EB51B7" w:rsidRDefault="003176F7" w:rsidP="003176F7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                  </w:t>
            </w:r>
            <w:r w:rsidRPr="00EB51B7">
              <w:rPr>
                <w:rFonts w:ascii="Times New Roman" w:hAnsi="Times New Roman"/>
                <w:b/>
                <w:sz w:val="28"/>
                <w:szCs w:val="24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3176F7" w:rsidRPr="006B79B6" w:rsidRDefault="003176F7" w:rsidP="004C3105">
            <w:pPr>
              <w:widowControl w:val="0"/>
              <w:tabs>
                <w:tab w:val="left" w:pos="10205"/>
              </w:tabs>
              <w:ind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3176F7" w:rsidRPr="006A3FD8" w:rsidRDefault="003176F7" w:rsidP="003176F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1165" w:type="dxa"/>
        <w:tblLayout w:type="fixed"/>
        <w:tblLook w:val="04A0"/>
      </w:tblPr>
      <w:tblGrid>
        <w:gridCol w:w="9747"/>
        <w:gridCol w:w="1418"/>
      </w:tblGrid>
      <w:tr w:rsidR="00F31AA9" w:rsidRPr="006B79B6" w:rsidTr="003176F7">
        <w:tc>
          <w:tcPr>
            <w:tcW w:w="9747" w:type="dxa"/>
            <w:shd w:val="clear" w:color="auto" w:fill="auto"/>
          </w:tcPr>
          <w:p w:rsidR="003176F7" w:rsidRDefault="003176F7" w:rsidP="003176F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3F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667BBA">
              <w:rPr>
                <w:rFonts w:ascii="Times New Roman" w:hAnsi="Times New Roman"/>
                <w:sz w:val="28"/>
                <w:szCs w:val="28"/>
              </w:rPr>
              <w:t xml:space="preserve">Внести изменения в </w:t>
            </w:r>
            <w:r w:rsidR="00B70C5A">
              <w:rPr>
                <w:rFonts w:ascii="Times New Roman" w:hAnsi="Times New Roman"/>
                <w:sz w:val="28"/>
                <w:szCs w:val="28"/>
              </w:rPr>
              <w:t xml:space="preserve">решение Совета депутатов </w:t>
            </w:r>
            <w:proofErr w:type="spellStart"/>
            <w:r w:rsidR="00B70C5A">
              <w:rPr>
                <w:rFonts w:ascii="Times New Roman" w:hAnsi="Times New Roman"/>
                <w:sz w:val="28"/>
                <w:szCs w:val="28"/>
              </w:rPr>
              <w:t>Пестриковского</w:t>
            </w:r>
            <w:proofErr w:type="spellEnd"/>
            <w:r w:rsidR="00B70C5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 Кашинского района Тверской области от 30.11.2015 №29 «Об утверждении П</w:t>
            </w:r>
            <w:r w:rsidRPr="00667BBA">
              <w:rPr>
                <w:rFonts w:ascii="Times New Roman" w:hAnsi="Times New Roman"/>
                <w:sz w:val="28"/>
                <w:szCs w:val="28"/>
              </w:rPr>
              <w:t>равил землепользования и застройки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Пестриковского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Кашинского района Тверской области</w:t>
            </w:r>
            <w:r w:rsidR="00B70C5A">
              <w:rPr>
                <w:rFonts w:ascii="Times New Roman" w:hAnsi="Times New Roman"/>
                <w:sz w:val="28"/>
                <w:szCs w:val="28"/>
              </w:rPr>
              <w:t>»</w:t>
            </w:r>
            <w:r w:rsidR="0052231D">
              <w:rPr>
                <w:rFonts w:ascii="Times New Roman" w:hAnsi="Times New Roman"/>
                <w:sz w:val="28"/>
                <w:szCs w:val="28"/>
              </w:rPr>
              <w:t xml:space="preserve"> (далее – решение),</w:t>
            </w:r>
            <w:r w:rsidRPr="00667BBA">
              <w:rPr>
                <w:rFonts w:ascii="Times New Roman" w:hAnsi="Times New Roman"/>
                <w:sz w:val="28"/>
                <w:szCs w:val="28"/>
              </w:rPr>
              <w:t xml:space="preserve"> согласно приложению к настоящему решению.</w:t>
            </w:r>
          </w:p>
          <w:p w:rsidR="0052231D" w:rsidRPr="00667BBA" w:rsidRDefault="0052231D" w:rsidP="0052231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1.1. Приложение  «Правила землепользования и застройки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Пестриковского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Кашинского района Тверской области»  к решению изложить  в новой редакции.</w:t>
            </w:r>
          </w:p>
          <w:p w:rsidR="003176F7" w:rsidRPr="003E77C7" w:rsidRDefault="003176F7" w:rsidP="003176F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E77C7">
              <w:rPr>
                <w:rFonts w:ascii="Times New Roman" w:hAnsi="Times New Roman"/>
                <w:sz w:val="28"/>
                <w:szCs w:val="28"/>
              </w:rPr>
              <w:t xml:space="preserve">Настоящее решение вступает в силу </w:t>
            </w: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3E77C7">
              <w:rPr>
                <w:rFonts w:ascii="Times New Roman" w:hAnsi="Times New Roman"/>
                <w:sz w:val="28"/>
                <w:szCs w:val="28"/>
              </w:rPr>
              <w:t xml:space="preserve"> его официального опубликования в газете «Кашинская газета» и подлежит размещению на официальном сайте муниципального образования  «Кашинский район» в </w:t>
            </w:r>
            <w:r>
              <w:rPr>
                <w:rFonts w:ascii="Times New Roman" w:hAnsi="Times New Roman"/>
                <w:sz w:val="28"/>
                <w:szCs w:val="28"/>
              </w:rPr>
              <w:t>информационно-телекоммуникационной сети «Интернет».</w:t>
            </w:r>
            <w:r w:rsidRPr="003E7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1AA9" w:rsidRPr="006B79B6" w:rsidRDefault="00F31AA9" w:rsidP="003176F7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31AA9" w:rsidRPr="006B79B6" w:rsidRDefault="00F31AA9" w:rsidP="00762CF1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B70C5A" w:rsidRDefault="00B70C5A" w:rsidP="003176F7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4"/>
        </w:rPr>
      </w:pPr>
    </w:p>
    <w:p w:rsidR="00B70C5A" w:rsidRDefault="00B70C5A" w:rsidP="003176F7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4"/>
        </w:rPr>
      </w:pPr>
    </w:p>
    <w:p w:rsidR="003176F7" w:rsidRPr="006C3D4F" w:rsidRDefault="003176F7" w:rsidP="003176F7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4"/>
        </w:rPr>
      </w:pPr>
      <w:r w:rsidRPr="006C3D4F">
        <w:rPr>
          <w:rFonts w:ascii="Times New Roman" w:hAnsi="Times New Roman" w:hint="eastAsia"/>
          <w:sz w:val="28"/>
          <w:szCs w:val="24"/>
        </w:rPr>
        <w:t>Председатель</w:t>
      </w:r>
      <w:r w:rsidRPr="006C3D4F">
        <w:rPr>
          <w:rFonts w:ascii="Times New Roman" w:hAnsi="Times New Roman"/>
          <w:sz w:val="28"/>
          <w:szCs w:val="24"/>
        </w:rPr>
        <w:t xml:space="preserve"> </w:t>
      </w:r>
      <w:r w:rsidRPr="006C3D4F">
        <w:rPr>
          <w:rFonts w:ascii="Times New Roman" w:hAnsi="Times New Roman" w:hint="eastAsia"/>
          <w:sz w:val="28"/>
          <w:szCs w:val="24"/>
        </w:rPr>
        <w:t>Кашинской</w:t>
      </w:r>
      <w:r w:rsidRPr="006C3D4F">
        <w:rPr>
          <w:rFonts w:ascii="Times New Roman" w:hAnsi="Times New Roman"/>
          <w:sz w:val="28"/>
          <w:szCs w:val="24"/>
        </w:rPr>
        <w:t xml:space="preserve"> </w:t>
      </w:r>
    </w:p>
    <w:p w:rsidR="006A3FD8" w:rsidRPr="006A3FD8" w:rsidRDefault="003176F7" w:rsidP="003176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4"/>
        </w:rPr>
        <w:t>г</w:t>
      </w:r>
      <w:r w:rsidRPr="006C3D4F">
        <w:rPr>
          <w:rFonts w:ascii="Times New Roman" w:hAnsi="Times New Roman" w:hint="eastAsia"/>
          <w:sz w:val="28"/>
          <w:szCs w:val="24"/>
        </w:rPr>
        <w:t>ородской</w:t>
      </w:r>
      <w:r w:rsidRPr="006C3D4F">
        <w:rPr>
          <w:rFonts w:ascii="Times New Roman" w:hAnsi="Times New Roman"/>
          <w:sz w:val="28"/>
          <w:szCs w:val="24"/>
        </w:rPr>
        <w:t xml:space="preserve"> </w:t>
      </w:r>
      <w:r w:rsidRPr="006C3D4F">
        <w:rPr>
          <w:rFonts w:ascii="Times New Roman" w:hAnsi="Times New Roman" w:hint="eastAsia"/>
          <w:sz w:val="28"/>
          <w:szCs w:val="24"/>
        </w:rPr>
        <w:t>Думы</w:t>
      </w:r>
      <w:r w:rsidRPr="006C3D4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И.А. Мурашова</w:t>
      </w:r>
    </w:p>
    <w:p w:rsidR="00125D4F" w:rsidRDefault="00125D4F" w:rsidP="00732E35">
      <w:pPr>
        <w:rPr>
          <w:rFonts w:ascii="Times New Roman" w:hAnsi="Times New Roman"/>
          <w:sz w:val="28"/>
          <w:szCs w:val="24"/>
        </w:rPr>
      </w:pPr>
    </w:p>
    <w:p w:rsidR="00732E35" w:rsidRDefault="00125D4F" w:rsidP="00732E35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Глав</w:t>
      </w:r>
      <w:r w:rsidR="00E2407D">
        <w:rPr>
          <w:rFonts w:ascii="Times New Roman" w:hAnsi="Times New Roman"/>
          <w:sz w:val="28"/>
          <w:szCs w:val="24"/>
        </w:rPr>
        <w:t xml:space="preserve">а Кашинского городского округа                                             </w:t>
      </w:r>
      <w:proofErr w:type="spellStart"/>
      <w:r w:rsidR="00E2407D">
        <w:rPr>
          <w:rFonts w:ascii="Times New Roman" w:hAnsi="Times New Roman"/>
          <w:sz w:val="28"/>
          <w:szCs w:val="24"/>
        </w:rPr>
        <w:t>Г.Г.Баландин</w:t>
      </w:r>
      <w:proofErr w:type="spellEnd"/>
    </w:p>
    <w:p w:rsidR="005C6723" w:rsidRDefault="005C6723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B547DA">
      <w:pPr>
        <w:jc w:val="center"/>
        <w:rPr>
          <w:rFonts w:ascii="Times New Roman" w:hAnsi="Times New Roman"/>
          <w:sz w:val="28"/>
          <w:szCs w:val="24"/>
        </w:rPr>
      </w:pPr>
    </w:p>
    <w:p w:rsidR="00B70C5A" w:rsidRDefault="001811FD" w:rsidP="00732E35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</w:t>
      </w: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p w:rsidR="00B70C5A" w:rsidRDefault="00B70C5A" w:rsidP="00732E35">
      <w:pPr>
        <w:rPr>
          <w:rFonts w:ascii="Times New Roman" w:hAnsi="Times New Roman"/>
          <w:sz w:val="28"/>
          <w:szCs w:val="24"/>
        </w:rPr>
      </w:pPr>
    </w:p>
    <w:sectPr w:rsidR="00B70C5A" w:rsidSect="00B70C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AD2" w:rsidRDefault="00C97AD2" w:rsidP="00614228">
      <w:r>
        <w:separator/>
      </w:r>
    </w:p>
  </w:endnote>
  <w:endnote w:type="continuationSeparator" w:id="1">
    <w:p w:rsidR="00C97AD2" w:rsidRDefault="00C97AD2" w:rsidP="00614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AD2" w:rsidRDefault="00C97AD2" w:rsidP="00614228">
      <w:r>
        <w:separator/>
      </w:r>
    </w:p>
  </w:footnote>
  <w:footnote w:type="continuationSeparator" w:id="1">
    <w:p w:rsidR="00C97AD2" w:rsidRDefault="00C97AD2" w:rsidP="00614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 w:rsidP="0054543A">
    <w:pPr>
      <w:pStyle w:val="a6"/>
      <w:ind w:left="6096"/>
      <w:rPr>
        <w:rFonts w:ascii="Times New Roman" w:hAnsi="Times New Roman"/>
      </w:rPr>
    </w:pPr>
    <w:r w:rsidRPr="009A785C">
      <w:rPr>
        <w:rFonts w:ascii="Times New Roman" w:hAnsi="Times New Roman"/>
      </w:rPr>
      <w:t xml:space="preserve">Приложение </w:t>
    </w:r>
  </w:p>
  <w:p w:rsidR="0054543A" w:rsidRDefault="0054543A" w:rsidP="0054543A">
    <w:pPr>
      <w:pStyle w:val="a6"/>
      <w:ind w:left="6096"/>
      <w:rPr>
        <w:rFonts w:ascii="Times New Roman" w:hAnsi="Times New Roman"/>
      </w:rPr>
    </w:pPr>
    <w:r w:rsidRPr="009A785C">
      <w:rPr>
        <w:rFonts w:ascii="Times New Roman" w:hAnsi="Times New Roman"/>
      </w:rPr>
      <w:t xml:space="preserve">к </w:t>
    </w:r>
    <w:r>
      <w:rPr>
        <w:rFonts w:ascii="Times New Roman" w:hAnsi="Times New Roman"/>
      </w:rPr>
      <w:t>р</w:t>
    </w:r>
    <w:r w:rsidRPr="009A785C">
      <w:rPr>
        <w:rFonts w:ascii="Times New Roman" w:hAnsi="Times New Roman"/>
      </w:rPr>
      <w:t>ешению Кашинской городской Думы</w:t>
    </w:r>
  </w:p>
  <w:p w:rsidR="0054543A" w:rsidRPr="009A785C" w:rsidRDefault="0054543A" w:rsidP="0054543A">
    <w:pPr>
      <w:pStyle w:val="a6"/>
      <w:ind w:left="6096"/>
      <w:rPr>
        <w:rFonts w:ascii="Times New Roman" w:hAnsi="Times New Roman"/>
      </w:rPr>
    </w:pPr>
    <w:r>
      <w:rPr>
        <w:rFonts w:ascii="Times New Roman" w:hAnsi="Times New Roman"/>
      </w:rPr>
      <w:t xml:space="preserve">от  «22» октября 2019 года  № </w:t>
    </w:r>
    <w:r>
      <w:rPr>
        <w:rFonts w:ascii="Times New Roman" w:hAnsi="Times New Roman"/>
      </w:rPr>
      <w:t>172</w:t>
    </w:r>
  </w:p>
  <w:p w:rsidR="0054543A" w:rsidRDefault="0054543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A" w:rsidRDefault="005454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5F8"/>
    <w:multiLevelType w:val="hybridMultilevel"/>
    <w:tmpl w:val="9D6476D6"/>
    <w:lvl w:ilvl="0" w:tplc="6D082D5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C86216D"/>
    <w:multiLevelType w:val="hybridMultilevel"/>
    <w:tmpl w:val="3072E910"/>
    <w:lvl w:ilvl="0" w:tplc="EB7A5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163C4D"/>
    <w:multiLevelType w:val="hybridMultilevel"/>
    <w:tmpl w:val="D528DB7C"/>
    <w:lvl w:ilvl="0" w:tplc="B7141CF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30CF3D13"/>
    <w:multiLevelType w:val="hybridMultilevel"/>
    <w:tmpl w:val="50DEE78E"/>
    <w:lvl w:ilvl="0" w:tplc="772C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63404F6E"/>
    <w:multiLevelType w:val="multilevel"/>
    <w:tmpl w:val="CC9E7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915"/>
    <w:rsid w:val="00002034"/>
    <w:rsid w:val="00006E97"/>
    <w:rsid w:val="0001779A"/>
    <w:rsid w:val="0003580C"/>
    <w:rsid w:val="0004447D"/>
    <w:rsid w:val="0006250E"/>
    <w:rsid w:val="0006720E"/>
    <w:rsid w:val="00071C1B"/>
    <w:rsid w:val="00072F46"/>
    <w:rsid w:val="00076F06"/>
    <w:rsid w:val="000A3922"/>
    <w:rsid w:val="000A4D79"/>
    <w:rsid w:val="000C3817"/>
    <w:rsid w:val="000C71D0"/>
    <w:rsid w:val="000D78EB"/>
    <w:rsid w:val="000E3EBD"/>
    <w:rsid w:val="000E63A6"/>
    <w:rsid w:val="000F0203"/>
    <w:rsid w:val="000F57E3"/>
    <w:rsid w:val="000F77CD"/>
    <w:rsid w:val="00116063"/>
    <w:rsid w:val="00125D4F"/>
    <w:rsid w:val="00151AF1"/>
    <w:rsid w:val="001532E0"/>
    <w:rsid w:val="001535DC"/>
    <w:rsid w:val="001628D7"/>
    <w:rsid w:val="001811FD"/>
    <w:rsid w:val="001862C5"/>
    <w:rsid w:val="001A18B7"/>
    <w:rsid w:val="001B68AC"/>
    <w:rsid w:val="001E5F61"/>
    <w:rsid w:val="00205B8E"/>
    <w:rsid w:val="00223204"/>
    <w:rsid w:val="00225C60"/>
    <w:rsid w:val="002269C6"/>
    <w:rsid w:val="002309F9"/>
    <w:rsid w:val="00241D33"/>
    <w:rsid w:val="00247003"/>
    <w:rsid w:val="00254AD4"/>
    <w:rsid w:val="00262A56"/>
    <w:rsid w:val="00263BBD"/>
    <w:rsid w:val="00275EF7"/>
    <w:rsid w:val="00294C30"/>
    <w:rsid w:val="00297BC4"/>
    <w:rsid w:val="002D4EFD"/>
    <w:rsid w:val="002E4883"/>
    <w:rsid w:val="002E5ADA"/>
    <w:rsid w:val="002F00F9"/>
    <w:rsid w:val="002F4C24"/>
    <w:rsid w:val="003033A8"/>
    <w:rsid w:val="00303A10"/>
    <w:rsid w:val="00311EA8"/>
    <w:rsid w:val="003176F7"/>
    <w:rsid w:val="00345B0D"/>
    <w:rsid w:val="00374946"/>
    <w:rsid w:val="00383905"/>
    <w:rsid w:val="00387E36"/>
    <w:rsid w:val="003A2E0C"/>
    <w:rsid w:val="003B1693"/>
    <w:rsid w:val="003C34B6"/>
    <w:rsid w:val="003E3E22"/>
    <w:rsid w:val="003E6ECA"/>
    <w:rsid w:val="003F1BDC"/>
    <w:rsid w:val="004162CD"/>
    <w:rsid w:val="00430B79"/>
    <w:rsid w:val="004311F6"/>
    <w:rsid w:val="00432BF5"/>
    <w:rsid w:val="00442142"/>
    <w:rsid w:val="004637E1"/>
    <w:rsid w:val="00470AA1"/>
    <w:rsid w:val="00485406"/>
    <w:rsid w:val="004A5527"/>
    <w:rsid w:val="004B705A"/>
    <w:rsid w:val="004C3105"/>
    <w:rsid w:val="004E3011"/>
    <w:rsid w:val="004F3D56"/>
    <w:rsid w:val="004F68FE"/>
    <w:rsid w:val="00502F29"/>
    <w:rsid w:val="005031E0"/>
    <w:rsid w:val="0051244F"/>
    <w:rsid w:val="0051324A"/>
    <w:rsid w:val="0052231D"/>
    <w:rsid w:val="00522526"/>
    <w:rsid w:val="0054543A"/>
    <w:rsid w:val="005521EF"/>
    <w:rsid w:val="00557985"/>
    <w:rsid w:val="00563A89"/>
    <w:rsid w:val="00590851"/>
    <w:rsid w:val="005C1759"/>
    <w:rsid w:val="005C6723"/>
    <w:rsid w:val="005D157B"/>
    <w:rsid w:val="005E031A"/>
    <w:rsid w:val="005F523B"/>
    <w:rsid w:val="005F560C"/>
    <w:rsid w:val="00605AB4"/>
    <w:rsid w:val="00614228"/>
    <w:rsid w:val="00620C42"/>
    <w:rsid w:val="00634CD8"/>
    <w:rsid w:val="00663351"/>
    <w:rsid w:val="00672946"/>
    <w:rsid w:val="00675BA3"/>
    <w:rsid w:val="00685FA3"/>
    <w:rsid w:val="00692D48"/>
    <w:rsid w:val="006A3FD8"/>
    <w:rsid w:val="006A6D69"/>
    <w:rsid w:val="006B7723"/>
    <w:rsid w:val="006B79B6"/>
    <w:rsid w:val="006C3D4F"/>
    <w:rsid w:val="006E198F"/>
    <w:rsid w:val="006E27F8"/>
    <w:rsid w:val="006E473E"/>
    <w:rsid w:val="006E7648"/>
    <w:rsid w:val="006F558C"/>
    <w:rsid w:val="006F70CB"/>
    <w:rsid w:val="00705129"/>
    <w:rsid w:val="0071232E"/>
    <w:rsid w:val="00724676"/>
    <w:rsid w:val="00732E35"/>
    <w:rsid w:val="0073317D"/>
    <w:rsid w:val="00736D69"/>
    <w:rsid w:val="00743CA3"/>
    <w:rsid w:val="0074426B"/>
    <w:rsid w:val="00745C69"/>
    <w:rsid w:val="00762CF1"/>
    <w:rsid w:val="007741E4"/>
    <w:rsid w:val="007F05BB"/>
    <w:rsid w:val="007F0F93"/>
    <w:rsid w:val="008270E1"/>
    <w:rsid w:val="0084362B"/>
    <w:rsid w:val="00857336"/>
    <w:rsid w:val="008673F5"/>
    <w:rsid w:val="008758A2"/>
    <w:rsid w:val="008828A5"/>
    <w:rsid w:val="008C0FF0"/>
    <w:rsid w:val="008E653B"/>
    <w:rsid w:val="00915A13"/>
    <w:rsid w:val="00920459"/>
    <w:rsid w:val="00920837"/>
    <w:rsid w:val="00921CDD"/>
    <w:rsid w:val="00922EF0"/>
    <w:rsid w:val="00926CDC"/>
    <w:rsid w:val="00930BD9"/>
    <w:rsid w:val="00936345"/>
    <w:rsid w:val="009367B7"/>
    <w:rsid w:val="0093767D"/>
    <w:rsid w:val="00940729"/>
    <w:rsid w:val="00943824"/>
    <w:rsid w:val="00943914"/>
    <w:rsid w:val="0094527F"/>
    <w:rsid w:val="009514F3"/>
    <w:rsid w:val="0099187E"/>
    <w:rsid w:val="0099248D"/>
    <w:rsid w:val="009A785C"/>
    <w:rsid w:val="009B089A"/>
    <w:rsid w:val="009B225A"/>
    <w:rsid w:val="009D2C51"/>
    <w:rsid w:val="009D4732"/>
    <w:rsid w:val="009E0D13"/>
    <w:rsid w:val="009E7FE5"/>
    <w:rsid w:val="009F62F6"/>
    <w:rsid w:val="00A11775"/>
    <w:rsid w:val="00A13C83"/>
    <w:rsid w:val="00A62AE5"/>
    <w:rsid w:val="00A72D59"/>
    <w:rsid w:val="00AA7712"/>
    <w:rsid w:val="00AB4532"/>
    <w:rsid w:val="00AB7789"/>
    <w:rsid w:val="00AC6C2B"/>
    <w:rsid w:val="00B13915"/>
    <w:rsid w:val="00B1394B"/>
    <w:rsid w:val="00B23F58"/>
    <w:rsid w:val="00B547DA"/>
    <w:rsid w:val="00B624AD"/>
    <w:rsid w:val="00B67D0A"/>
    <w:rsid w:val="00B70C5A"/>
    <w:rsid w:val="00B75C82"/>
    <w:rsid w:val="00B76C16"/>
    <w:rsid w:val="00B9371F"/>
    <w:rsid w:val="00BA4971"/>
    <w:rsid w:val="00BB076D"/>
    <w:rsid w:val="00BB76BB"/>
    <w:rsid w:val="00BD70C5"/>
    <w:rsid w:val="00C00E4C"/>
    <w:rsid w:val="00C03478"/>
    <w:rsid w:val="00C0367D"/>
    <w:rsid w:val="00C1600B"/>
    <w:rsid w:val="00C21880"/>
    <w:rsid w:val="00C258C6"/>
    <w:rsid w:val="00C3180D"/>
    <w:rsid w:val="00C433FF"/>
    <w:rsid w:val="00C44045"/>
    <w:rsid w:val="00C44D8F"/>
    <w:rsid w:val="00C522A8"/>
    <w:rsid w:val="00C63108"/>
    <w:rsid w:val="00C638BD"/>
    <w:rsid w:val="00C63EE0"/>
    <w:rsid w:val="00C73917"/>
    <w:rsid w:val="00C77077"/>
    <w:rsid w:val="00C8554E"/>
    <w:rsid w:val="00C90190"/>
    <w:rsid w:val="00C97AD2"/>
    <w:rsid w:val="00C97EFF"/>
    <w:rsid w:val="00CA3EDD"/>
    <w:rsid w:val="00CD289D"/>
    <w:rsid w:val="00CD522E"/>
    <w:rsid w:val="00D10A8B"/>
    <w:rsid w:val="00D22EEC"/>
    <w:rsid w:val="00D268AF"/>
    <w:rsid w:val="00D307C4"/>
    <w:rsid w:val="00D40E47"/>
    <w:rsid w:val="00D449F2"/>
    <w:rsid w:val="00D87D80"/>
    <w:rsid w:val="00D93C60"/>
    <w:rsid w:val="00DB2E54"/>
    <w:rsid w:val="00DF6811"/>
    <w:rsid w:val="00E04FAE"/>
    <w:rsid w:val="00E128BC"/>
    <w:rsid w:val="00E15695"/>
    <w:rsid w:val="00E2407D"/>
    <w:rsid w:val="00E43B3E"/>
    <w:rsid w:val="00E4458B"/>
    <w:rsid w:val="00E478AD"/>
    <w:rsid w:val="00E549E1"/>
    <w:rsid w:val="00E5608D"/>
    <w:rsid w:val="00E73181"/>
    <w:rsid w:val="00EB51B7"/>
    <w:rsid w:val="00EB7898"/>
    <w:rsid w:val="00EC2577"/>
    <w:rsid w:val="00EC6CBA"/>
    <w:rsid w:val="00F22257"/>
    <w:rsid w:val="00F27CBE"/>
    <w:rsid w:val="00F27D4E"/>
    <w:rsid w:val="00F31AA9"/>
    <w:rsid w:val="00F3589B"/>
    <w:rsid w:val="00F66630"/>
    <w:rsid w:val="00F90BCC"/>
    <w:rsid w:val="00F932EF"/>
    <w:rsid w:val="00FA2481"/>
    <w:rsid w:val="00FA39CB"/>
    <w:rsid w:val="00FC03CF"/>
    <w:rsid w:val="00FF2E70"/>
    <w:rsid w:val="00FF579A"/>
    <w:rsid w:val="00FF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50E"/>
    <w:rPr>
      <w:rFonts w:ascii="Tms Rmn" w:hAnsi="Tms Rmn"/>
    </w:rPr>
  </w:style>
  <w:style w:type="paragraph" w:styleId="1">
    <w:name w:val="heading 1"/>
    <w:basedOn w:val="a"/>
    <w:next w:val="a"/>
    <w:qFormat/>
    <w:rsid w:val="0006250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5608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8828A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Текст выноски Знак"/>
    <w:link w:val="a4"/>
    <w:rsid w:val="00D93C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14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14228"/>
    <w:rPr>
      <w:rFonts w:ascii="Tms Rmn" w:hAnsi="Tms Rmn"/>
    </w:rPr>
  </w:style>
  <w:style w:type="paragraph" w:styleId="a8">
    <w:name w:val="footer"/>
    <w:basedOn w:val="a"/>
    <w:link w:val="a9"/>
    <w:rsid w:val="00614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4228"/>
    <w:rPr>
      <w:rFonts w:ascii="Tms Rmn" w:hAnsi="Tms Rmn"/>
    </w:rPr>
  </w:style>
  <w:style w:type="paragraph" w:customStyle="1" w:styleId="Default">
    <w:name w:val="Default"/>
    <w:rsid w:val="00FA24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86;&#1082;&#1077;&#1077;&#1074;&#1072;%20&#1045;&#1083;&#1077;&#1085;&#1072;\Application%20Data\Microsoft\&#1064;&#1072;&#1073;&#1083;&#1086;&#1085;&#1099;\&#1050;&#1040;&#1064;&#1048;&#1053;\&#1056;&#1077;&#1096;&#1077;&#1085;&#1080;&#1077;%20&#1057;&#1086;&#1073;&#1088;&#1072;&#1085;&#1080;&#1103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Собрания депутатов</Template>
  <TotalTime>10</TotalTime>
  <Pages>3</Pages>
  <Words>253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Фокеева Елена</dc:creator>
  <cp:lastModifiedBy>User</cp:lastModifiedBy>
  <cp:revision>8</cp:revision>
  <cp:lastPrinted>2019-10-17T12:21:00Z</cp:lastPrinted>
  <dcterms:created xsi:type="dcterms:W3CDTF">2019-10-17T08:44:00Z</dcterms:created>
  <dcterms:modified xsi:type="dcterms:W3CDTF">2019-10-23T08:01:00Z</dcterms:modified>
</cp:coreProperties>
</file>