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3B8C" w:rsidRDefault="00B63B8C" w:rsidP="00274D9C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</w:p>
    <w:p w:rsidR="00274D9C" w:rsidRPr="00D25173" w:rsidRDefault="001C6BEE" w:rsidP="00274D9C">
      <w:pPr>
        <w:jc w:val="center"/>
        <w:rPr>
          <w:rFonts w:ascii="Times New Roman" w:hAnsi="Times New Roman"/>
          <w:b/>
          <w:sz w:val="28"/>
          <w:szCs w:val="28"/>
        </w:rPr>
      </w:pPr>
      <w:r w:rsidRPr="00D25173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2576F" id="Прямая соединительная линия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" strokecolor="#a5a5a5" strokeweight=".5pt">
                <v:stroke joinstyle="miter"/>
              </v:line>
            </w:pict>
          </mc:Fallback>
        </mc:AlternateContent>
      </w:r>
      <w:r w:rsidRPr="00D2517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3100" cy="8413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D5" w:rsidRDefault="00CB03D5" w:rsidP="00CB03D5">
      <w:pPr>
        <w:pBdr>
          <w:top w:val="nil"/>
          <w:left w:val="nil"/>
          <w:bottom w:val="nil"/>
          <w:right w:val="nil"/>
        </w:pBdr>
        <w:jc w:val="center"/>
        <w:rPr>
          <w:b/>
          <w:sz w:val="24"/>
        </w:rPr>
      </w:pPr>
      <w:r>
        <w:rPr>
          <w:rFonts w:ascii="XO Thames" w:hAnsi="XO Thames"/>
          <w:b/>
          <w:sz w:val="24"/>
        </w:rPr>
        <w:t>АДМИНИСТРАЦИЯ  КАШИНСКОГО  МУНИЦИПАЛЬНОГО  ОКРУГА</w:t>
      </w:r>
    </w:p>
    <w:p w:rsidR="00CB03D5" w:rsidRDefault="00CB03D5" w:rsidP="00CB03D5">
      <w:pPr>
        <w:pBdr>
          <w:top w:val="nil"/>
          <w:left w:val="nil"/>
          <w:bottom w:val="nil"/>
          <w:right w:val="nil"/>
        </w:pBdr>
        <w:jc w:val="center"/>
        <w:rPr>
          <w:b/>
          <w:sz w:val="24"/>
        </w:rPr>
      </w:pPr>
      <w:r>
        <w:rPr>
          <w:rFonts w:ascii="XO Thames" w:hAnsi="XO Thames"/>
          <w:b/>
          <w:sz w:val="24"/>
        </w:rPr>
        <w:t>ТВЕРСКОЙ  ОБЛАСТИ</w:t>
      </w:r>
    </w:p>
    <w:p w:rsidR="00274D9C" w:rsidRPr="00D25173" w:rsidRDefault="00274D9C" w:rsidP="00274D9C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D25173">
        <w:rPr>
          <w:rFonts w:ascii="Times New Roman" w:hAnsi="Times New Roman"/>
          <w:b/>
          <w:sz w:val="24"/>
          <w:szCs w:val="24"/>
        </w:rPr>
        <w:br/>
      </w:r>
    </w:p>
    <w:p w:rsidR="00274D9C" w:rsidRPr="00D25173" w:rsidRDefault="000B61B2" w:rsidP="00274D9C">
      <w:pPr>
        <w:keepNext/>
        <w:spacing w:before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 А С П О Р Я Ж Е Н И 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F92C65" w:rsidRPr="00D25173" w:rsidTr="00FF6EAB">
        <w:trPr>
          <w:trHeight w:val="618"/>
        </w:trPr>
        <w:tc>
          <w:tcPr>
            <w:tcW w:w="9747" w:type="dxa"/>
            <w:shd w:val="clear" w:color="auto" w:fill="auto"/>
          </w:tcPr>
          <w:p w:rsidR="00274D9C" w:rsidRPr="00D25173" w:rsidRDefault="00274D9C" w:rsidP="00AD1879">
            <w:pPr>
              <w:tabs>
                <w:tab w:val="left" w:pos="2552"/>
                <w:tab w:val="center" w:pos="4678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2517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D012E">
              <w:rPr>
                <w:rFonts w:ascii="Times New Roman" w:hAnsi="Times New Roman"/>
                <w:sz w:val="28"/>
                <w:szCs w:val="28"/>
              </w:rPr>
              <w:t>20.05.2025</w:t>
            </w:r>
            <w:r w:rsidR="00AD1879" w:rsidRPr="00AD187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D1879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D25173">
              <w:rPr>
                <w:rFonts w:ascii="Times New Roman" w:hAnsi="Times New Roman"/>
                <w:sz w:val="28"/>
                <w:szCs w:val="28"/>
              </w:rPr>
              <w:tab/>
            </w:r>
            <w:r w:rsidR="00AD1879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D25173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D25173">
              <w:rPr>
                <w:rFonts w:ascii="Times New Roman" w:hAnsi="Times New Roman"/>
                <w:sz w:val="28"/>
                <w:szCs w:val="28"/>
              </w:rPr>
              <w:tab/>
            </w:r>
            <w:r w:rsidR="00AD187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D2517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D012E">
              <w:rPr>
                <w:rFonts w:ascii="Times New Roman" w:hAnsi="Times New Roman"/>
                <w:sz w:val="28"/>
                <w:szCs w:val="28"/>
              </w:rPr>
              <w:t>94-р</w:t>
            </w:r>
          </w:p>
        </w:tc>
      </w:tr>
    </w:tbl>
    <w:bookmarkEnd w:id="0"/>
    <w:p w:rsidR="00FB66FA" w:rsidRDefault="00D25173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noProof/>
          <w:sz w:val="24"/>
          <w:szCs w:val="24"/>
        </w:rPr>
        <w:t>О</w:t>
      </w:r>
      <w:r w:rsidR="005B6A4A" w:rsidRPr="00FB66FA">
        <w:rPr>
          <w:rFonts w:ascii="Times New Roman" w:hAnsi="Times New Roman"/>
          <w:noProof/>
          <w:sz w:val="24"/>
          <w:szCs w:val="24"/>
        </w:rPr>
        <w:t xml:space="preserve">б утверждении </w:t>
      </w:r>
      <w:r w:rsidR="00FB66FA" w:rsidRPr="00FB66FA">
        <w:rPr>
          <w:rFonts w:ascii="Times New Roman" w:hAnsi="Times New Roman"/>
          <w:sz w:val="24"/>
          <w:szCs w:val="24"/>
        </w:rPr>
        <w:t>План</w:t>
      </w:r>
      <w:r w:rsidR="00FB66FA">
        <w:rPr>
          <w:rFonts w:ascii="Times New Roman" w:hAnsi="Times New Roman"/>
          <w:sz w:val="24"/>
          <w:szCs w:val="24"/>
        </w:rPr>
        <w:t xml:space="preserve">а </w:t>
      </w:r>
      <w:r w:rsidR="00FB66FA" w:rsidRPr="00FB66FA">
        <w:rPr>
          <w:rFonts w:ascii="Times New Roman" w:hAnsi="Times New Roman"/>
          <w:sz w:val="24"/>
          <w:szCs w:val="24"/>
        </w:rPr>
        <w:t xml:space="preserve">совместных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мероприятий по подготовке и проведению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на территории Кашинского </w:t>
      </w:r>
      <w:r w:rsidR="00CB03D5">
        <w:rPr>
          <w:rFonts w:ascii="Times New Roman" w:hAnsi="Times New Roman"/>
          <w:sz w:val="24"/>
          <w:szCs w:val="24"/>
        </w:rPr>
        <w:t>муниципального</w:t>
      </w:r>
      <w:r w:rsidRPr="00FB66FA">
        <w:rPr>
          <w:rFonts w:ascii="Times New Roman" w:hAnsi="Times New Roman"/>
          <w:sz w:val="24"/>
          <w:szCs w:val="24"/>
        </w:rPr>
        <w:t xml:space="preserve">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округа Тверской области комплекса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профилактических мероприятий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антинаркотической направленности и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популяризации здорового образа жизни </w:t>
      </w:r>
    </w:p>
    <w:p w:rsid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в форме Всероссийского антинаркотического </w:t>
      </w:r>
    </w:p>
    <w:p w:rsidR="00FB66FA" w:rsidRPr="00CB03D5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FB66FA">
        <w:rPr>
          <w:rFonts w:ascii="Times New Roman" w:hAnsi="Times New Roman"/>
          <w:sz w:val="24"/>
          <w:szCs w:val="24"/>
        </w:rPr>
        <w:t xml:space="preserve">месячника в период </w:t>
      </w:r>
      <w:r w:rsidRPr="00CB03D5">
        <w:rPr>
          <w:rFonts w:ascii="Times New Roman" w:hAnsi="Times New Roman"/>
          <w:sz w:val="24"/>
          <w:szCs w:val="24"/>
        </w:rPr>
        <w:t>с 26.05.202</w:t>
      </w:r>
      <w:r w:rsidR="00CB03D5">
        <w:rPr>
          <w:rFonts w:ascii="Times New Roman" w:hAnsi="Times New Roman"/>
          <w:sz w:val="24"/>
          <w:szCs w:val="24"/>
        </w:rPr>
        <w:t>5</w:t>
      </w:r>
      <w:r w:rsidRPr="00CB03D5">
        <w:rPr>
          <w:rFonts w:ascii="Times New Roman" w:hAnsi="Times New Roman"/>
          <w:sz w:val="24"/>
          <w:szCs w:val="24"/>
        </w:rPr>
        <w:t xml:space="preserve"> года </w:t>
      </w:r>
    </w:p>
    <w:p w:rsidR="00FB66FA" w:rsidRPr="00FB66FA" w:rsidRDefault="00FB66FA" w:rsidP="00FB66FA">
      <w:pPr>
        <w:tabs>
          <w:tab w:val="left" w:pos="9690"/>
        </w:tabs>
        <w:rPr>
          <w:rFonts w:ascii="Times New Roman" w:hAnsi="Times New Roman"/>
          <w:sz w:val="24"/>
          <w:szCs w:val="24"/>
        </w:rPr>
      </w:pPr>
      <w:r w:rsidRPr="00CB03D5">
        <w:rPr>
          <w:rFonts w:ascii="Times New Roman" w:hAnsi="Times New Roman"/>
          <w:sz w:val="24"/>
          <w:szCs w:val="24"/>
        </w:rPr>
        <w:t>по 26.06.202</w:t>
      </w:r>
      <w:r w:rsidR="00CB03D5">
        <w:rPr>
          <w:rFonts w:ascii="Times New Roman" w:hAnsi="Times New Roman"/>
          <w:sz w:val="24"/>
          <w:szCs w:val="24"/>
        </w:rPr>
        <w:t>5</w:t>
      </w:r>
      <w:r w:rsidRPr="00CB03D5">
        <w:rPr>
          <w:rFonts w:ascii="Times New Roman" w:hAnsi="Times New Roman"/>
          <w:sz w:val="24"/>
          <w:szCs w:val="24"/>
        </w:rPr>
        <w:t xml:space="preserve"> года</w:t>
      </w:r>
    </w:p>
    <w:p w:rsidR="00D25173" w:rsidRPr="00211242" w:rsidRDefault="00D25173" w:rsidP="00FB66FA">
      <w:pPr>
        <w:widowControl w:val="0"/>
        <w:ind w:right="5102"/>
        <w:rPr>
          <w:rFonts w:ascii="Times New Roman" w:hAnsi="Times New Roman"/>
          <w:sz w:val="28"/>
          <w:szCs w:val="28"/>
        </w:rPr>
      </w:pPr>
    </w:p>
    <w:p w:rsidR="00FD4C56" w:rsidRDefault="00FD4C56" w:rsidP="002E488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FA" w:rsidRPr="00211242" w:rsidRDefault="00FB66FA" w:rsidP="002E4883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06BD" w:rsidRDefault="00373B41" w:rsidP="00A5043D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11242">
        <w:rPr>
          <w:rFonts w:ascii="Times New Roman" w:hAnsi="Times New Roman"/>
          <w:sz w:val="28"/>
          <w:szCs w:val="28"/>
        </w:rPr>
        <w:t xml:space="preserve">В </w:t>
      </w:r>
      <w:r w:rsidR="00FB66FA">
        <w:rPr>
          <w:rFonts w:ascii="Times New Roman" w:hAnsi="Times New Roman"/>
          <w:sz w:val="28"/>
          <w:szCs w:val="28"/>
        </w:rPr>
        <w:t>соответствии с распоряжением Губернатора Тверской области от 25.05.2020 №224-рг «О проведении месячника антинаркотической направленности и популяризации здорового образ жизни на территории Тверской области» в период с 26 мая по 26 июня 202</w:t>
      </w:r>
      <w:r w:rsidR="00CB03D5">
        <w:rPr>
          <w:rFonts w:ascii="Times New Roman" w:hAnsi="Times New Roman"/>
          <w:sz w:val="28"/>
          <w:szCs w:val="28"/>
        </w:rPr>
        <w:t>5</w:t>
      </w:r>
      <w:r w:rsidR="00FB66FA">
        <w:rPr>
          <w:rFonts w:ascii="Times New Roman" w:hAnsi="Times New Roman"/>
          <w:sz w:val="28"/>
          <w:szCs w:val="28"/>
        </w:rPr>
        <w:t xml:space="preserve"> года</w:t>
      </w:r>
      <w:r w:rsidR="008F06BD">
        <w:rPr>
          <w:rFonts w:ascii="Times New Roman" w:hAnsi="Times New Roman"/>
          <w:sz w:val="28"/>
          <w:szCs w:val="28"/>
        </w:rPr>
        <w:t>:</w:t>
      </w:r>
    </w:p>
    <w:p w:rsidR="004C207E" w:rsidRPr="00211242" w:rsidRDefault="004C207E" w:rsidP="004D2179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8"/>
        </w:rPr>
      </w:pPr>
    </w:p>
    <w:p w:rsidR="008F06BD" w:rsidRDefault="009D5782" w:rsidP="00FB66FA">
      <w:pPr>
        <w:tabs>
          <w:tab w:val="left" w:pos="9690"/>
        </w:tabs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B66FA">
        <w:rPr>
          <w:rFonts w:ascii="Times New Roman" w:hAnsi="Times New Roman"/>
          <w:sz w:val="28"/>
          <w:szCs w:val="28"/>
        </w:rPr>
        <w:t>1. </w:t>
      </w:r>
      <w:r w:rsidR="008F06BD" w:rsidRPr="00FB66FA">
        <w:rPr>
          <w:rFonts w:ascii="Times New Roman" w:hAnsi="Times New Roman"/>
          <w:sz w:val="28"/>
          <w:szCs w:val="28"/>
        </w:rPr>
        <w:t xml:space="preserve">Утвердить </w:t>
      </w:r>
      <w:r w:rsidR="00591742" w:rsidRPr="00FB66FA">
        <w:rPr>
          <w:rFonts w:ascii="Times New Roman" w:hAnsi="Times New Roman"/>
          <w:sz w:val="28"/>
          <w:szCs w:val="28"/>
        </w:rPr>
        <w:t xml:space="preserve">План </w:t>
      </w:r>
      <w:r w:rsidR="00FB66FA" w:rsidRPr="00FB66FA">
        <w:rPr>
          <w:rFonts w:ascii="Times New Roman" w:hAnsi="Times New Roman"/>
          <w:sz w:val="28"/>
          <w:szCs w:val="28"/>
          <w:lang w:eastAsia="en-US"/>
        </w:rPr>
        <w:t xml:space="preserve">совместных мероприятий по подготовке и проведению на территории Кашинского </w:t>
      </w:r>
      <w:r w:rsidR="00CB03D5">
        <w:rPr>
          <w:rFonts w:ascii="Times New Roman" w:hAnsi="Times New Roman"/>
          <w:sz w:val="28"/>
          <w:szCs w:val="28"/>
          <w:lang w:eastAsia="en-US"/>
        </w:rPr>
        <w:t>муниципального</w:t>
      </w:r>
      <w:r w:rsidR="00FB66FA" w:rsidRPr="00FB66FA">
        <w:rPr>
          <w:rFonts w:ascii="Times New Roman" w:hAnsi="Times New Roman"/>
          <w:sz w:val="28"/>
          <w:szCs w:val="28"/>
          <w:lang w:eastAsia="en-US"/>
        </w:rPr>
        <w:t xml:space="preserve"> округа Тверской области комплекса профилактических мероприятий антинаркотической направленности и популяризации здорового образа жизни в форме Всероссийского антинаркотического месячника в период с 26.05.202</w:t>
      </w:r>
      <w:r w:rsidR="00CB03D5">
        <w:rPr>
          <w:rFonts w:ascii="Times New Roman" w:hAnsi="Times New Roman"/>
          <w:sz w:val="28"/>
          <w:szCs w:val="28"/>
          <w:lang w:eastAsia="en-US"/>
        </w:rPr>
        <w:t>5</w:t>
      </w:r>
      <w:r w:rsidR="00FB66FA" w:rsidRPr="00FB66FA">
        <w:rPr>
          <w:rFonts w:ascii="Times New Roman" w:hAnsi="Times New Roman"/>
          <w:sz w:val="28"/>
          <w:szCs w:val="28"/>
          <w:lang w:eastAsia="en-US"/>
        </w:rPr>
        <w:t xml:space="preserve"> года по 26.06.202</w:t>
      </w:r>
      <w:r w:rsidR="00CB03D5">
        <w:rPr>
          <w:rFonts w:ascii="Times New Roman" w:hAnsi="Times New Roman"/>
          <w:sz w:val="28"/>
          <w:szCs w:val="28"/>
          <w:lang w:eastAsia="en-US"/>
        </w:rPr>
        <w:t>5</w:t>
      </w:r>
      <w:r w:rsidR="00FB66FA" w:rsidRPr="00FB66FA">
        <w:rPr>
          <w:rFonts w:ascii="Times New Roman" w:hAnsi="Times New Roman"/>
          <w:sz w:val="28"/>
          <w:szCs w:val="28"/>
          <w:lang w:eastAsia="en-US"/>
        </w:rPr>
        <w:t xml:space="preserve"> года</w:t>
      </w:r>
      <w:r w:rsidR="00FB66F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B2953">
        <w:rPr>
          <w:rFonts w:ascii="Times New Roman" w:hAnsi="Times New Roman"/>
          <w:sz w:val="28"/>
          <w:szCs w:val="28"/>
        </w:rPr>
        <w:t xml:space="preserve">(приложение к </w:t>
      </w:r>
      <w:r w:rsidR="00E73812">
        <w:rPr>
          <w:rFonts w:ascii="Times New Roman" w:hAnsi="Times New Roman"/>
          <w:sz w:val="28"/>
          <w:szCs w:val="28"/>
        </w:rPr>
        <w:t>настоящему распоряжению)</w:t>
      </w:r>
      <w:r w:rsidR="005B6A4A">
        <w:rPr>
          <w:rFonts w:ascii="Times New Roman" w:hAnsi="Times New Roman"/>
          <w:sz w:val="28"/>
          <w:szCs w:val="28"/>
        </w:rPr>
        <w:t>.</w:t>
      </w:r>
    </w:p>
    <w:p w:rsidR="0094173A" w:rsidRPr="00211242" w:rsidRDefault="004F4C3E" w:rsidP="00385517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1429" w:rsidRPr="00211242">
        <w:rPr>
          <w:rFonts w:ascii="Times New Roman" w:hAnsi="Times New Roman"/>
          <w:sz w:val="28"/>
          <w:szCs w:val="28"/>
        </w:rPr>
        <w:t>. </w:t>
      </w:r>
      <w:r w:rsidR="0094173A" w:rsidRPr="00211242">
        <w:rPr>
          <w:rFonts w:ascii="Times New Roman" w:hAnsi="Times New Roman" w:hint="eastAsia"/>
          <w:sz w:val="28"/>
          <w:szCs w:val="28"/>
        </w:rPr>
        <w:t>Контроль</w:t>
      </w:r>
      <w:r w:rsidR="0094173A" w:rsidRPr="00211242">
        <w:rPr>
          <w:rFonts w:ascii="Times New Roman" w:hAnsi="Times New Roman"/>
          <w:sz w:val="28"/>
          <w:szCs w:val="28"/>
        </w:rPr>
        <w:t xml:space="preserve"> </w:t>
      </w:r>
      <w:r w:rsidR="0094173A" w:rsidRPr="00211242">
        <w:rPr>
          <w:rFonts w:ascii="Times New Roman" w:hAnsi="Times New Roman" w:hint="eastAsia"/>
          <w:sz w:val="28"/>
          <w:szCs w:val="28"/>
        </w:rPr>
        <w:t>за</w:t>
      </w:r>
      <w:r w:rsidR="0094173A" w:rsidRPr="00211242">
        <w:rPr>
          <w:rFonts w:ascii="Times New Roman" w:hAnsi="Times New Roman"/>
          <w:sz w:val="28"/>
          <w:szCs w:val="28"/>
        </w:rPr>
        <w:t xml:space="preserve"> </w:t>
      </w:r>
      <w:r w:rsidR="0094173A" w:rsidRPr="00211242">
        <w:rPr>
          <w:rFonts w:ascii="Times New Roman" w:hAnsi="Times New Roman" w:hint="eastAsia"/>
          <w:sz w:val="28"/>
          <w:szCs w:val="28"/>
        </w:rPr>
        <w:t>исполнением</w:t>
      </w:r>
      <w:r w:rsidR="0094173A" w:rsidRPr="00211242">
        <w:rPr>
          <w:rFonts w:ascii="Times New Roman" w:hAnsi="Times New Roman"/>
          <w:sz w:val="28"/>
          <w:szCs w:val="28"/>
        </w:rPr>
        <w:t xml:space="preserve"> </w:t>
      </w:r>
      <w:r w:rsidR="0094173A" w:rsidRPr="00211242">
        <w:rPr>
          <w:rFonts w:ascii="Times New Roman" w:hAnsi="Times New Roman" w:hint="eastAsia"/>
          <w:sz w:val="28"/>
          <w:szCs w:val="28"/>
        </w:rPr>
        <w:t>настоящего</w:t>
      </w:r>
      <w:r w:rsidR="0094173A" w:rsidRPr="00211242">
        <w:rPr>
          <w:rFonts w:ascii="Times New Roman" w:hAnsi="Times New Roman"/>
          <w:sz w:val="28"/>
          <w:szCs w:val="28"/>
        </w:rPr>
        <w:t xml:space="preserve"> </w:t>
      </w:r>
      <w:r w:rsidR="00925D87">
        <w:rPr>
          <w:rFonts w:ascii="Times New Roman" w:hAnsi="Times New Roman" w:hint="eastAsia"/>
          <w:sz w:val="28"/>
          <w:szCs w:val="28"/>
        </w:rPr>
        <w:t>распоряжения</w:t>
      </w:r>
      <w:r w:rsidR="0094173A" w:rsidRPr="00211242">
        <w:rPr>
          <w:rFonts w:ascii="Times New Roman" w:hAnsi="Times New Roman"/>
          <w:sz w:val="28"/>
          <w:szCs w:val="28"/>
        </w:rPr>
        <w:t xml:space="preserve"> </w:t>
      </w:r>
      <w:r w:rsidR="00FB66FA">
        <w:rPr>
          <w:rFonts w:ascii="Times New Roman" w:hAnsi="Times New Roman"/>
          <w:sz w:val="28"/>
          <w:szCs w:val="28"/>
        </w:rPr>
        <w:t>оставляю за собой.</w:t>
      </w:r>
    </w:p>
    <w:p w:rsidR="00FB66FA" w:rsidRPr="00FB66FA" w:rsidRDefault="004F4C3E" w:rsidP="00FB66FA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4173A" w:rsidRPr="00211242">
        <w:rPr>
          <w:rFonts w:ascii="Times New Roman" w:hAnsi="Times New Roman"/>
          <w:sz w:val="28"/>
          <w:szCs w:val="28"/>
        </w:rPr>
        <w:t>. </w:t>
      </w:r>
      <w:r w:rsidR="00FB66FA" w:rsidRPr="00FB66FA">
        <w:rPr>
          <w:rFonts w:ascii="Times New Roman" w:hAnsi="Times New Roman"/>
          <w:sz w:val="28"/>
          <w:szCs w:val="28"/>
        </w:rPr>
        <w:t xml:space="preserve">Настоящее </w:t>
      </w:r>
      <w:r w:rsidR="00FB66FA">
        <w:rPr>
          <w:rFonts w:ascii="Times New Roman" w:hAnsi="Times New Roman"/>
          <w:sz w:val="28"/>
          <w:szCs w:val="28"/>
        </w:rPr>
        <w:t>распоряжение</w:t>
      </w:r>
      <w:r w:rsidR="00FB66FA" w:rsidRPr="00FB66FA">
        <w:rPr>
          <w:rFonts w:ascii="Times New Roman" w:hAnsi="Times New Roman"/>
          <w:sz w:val="28"/>
          <w:szCs w:val="28"/>
        </w:rPr>
        <w:t xml:space="preserve"> вступает в силу со дня его подписания и подлежит размещению на официальном сайте Кашинского </w:t>
      </w:r>
      <w:r w:rsidR="00CB03D5">
        <w:rPr>
          <w:rFonts w:ascii="Times New Roman" w:hAnsi="Times New Roman"/>
          <w:sz w:val="28"/>
          <w:szCs w:val="28"/>
        </w:rPr>
        <w:t>муниципального</w:t>
      </w:r>
      <w:r w:rsidR="00FB66FA" w:rsidRPr="00FB66FA">
        <w:rPr>
          <w:rFonts w:ascii="Times New Roman" w:hAnsi="Times New Roman"/>
          <w:sz w:val="28"/>
          <w:szCs w:val="28"/>
        </w:rPr>
        <w:t xml:space="preserve"> округа </w:t>
      </w:r>
      <w:r w:rsidR="00CB03D5">
        <w:rPr>
          <w:rFonts w:ascii="Times New Roman" w:hAnsi="Times New Roman"/>
          <w:sz w:val="28"/>
          <w:szCs w:val="28"/>
        </w:rPr>
        <w:t xml:space="preserve">Тверской области </w:t>
      </w:r>
      <w:r w:rsidR="00FB66FA" w:rsidRPr="00FB66FA"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«Интернет».</w:t>
      </w:r>
    </w:p>
    <w:p w:rsidR="00925D87" w:rsidRDefault="00925D87" w:rsidP="00385517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127" w:rsidRPr="00211242" w:rsidRDefault="00CC6127" w:rsidP="006C3D4F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  <w:szCs w:val="28"/>
        </w:rPr>
      </w:pPr>
    </w:p>
    <w:p w:rsidR="00FB66FA" w:rsidRDefault="00CB03D5" w:rsidP="005917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FD7635" w:rsidRPr="002112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FD7635" w:rsidRPr="00211242">
        <w:rPr>
          <w:rFonts w:ascii="Times New Roman" w:hAnsi="Times New Roman"/>
          <w:sz w:val="28"/>
          <w:szCs w:val="28"/>
        </w:rPr>
        <w:t xml:space="preserve"> Кашинского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FD7635" w:rsidRPr="00211242">
        <w:rPr>
          <w:rFonts w:ascii="Times New Roman" w:hAnsi="Times New Roman"/>
          <w:sz w:val="28"/>
          <w:szCs w:val="28"/>
        </w:rPr>
        <w:t xml:space="preserve"> </w:t>
      </w:r>
      <w:r w:rsidR="00005BD4">
        <w:rPr>
          <w:rFonts w:ascii="Times New Roman" w:hAnsi="Times New Roman"/>
          <w:sz w:val="28"/>
          <w:szCs w:val="28"/>
        </w:rPr>
        <w:t xml:space="preserve">округа          </w:t>
      </w:r>
      <w:r w:rsidR="005B3DB6" w:rsidRPr="00211242">
        <w:rPr>
          <w:rFonts w:ascii="Times New Roman" w:hAnsi="Times New Roman"/>
          <w:sz w:val="28"/>
          <w:szCs w:val="28"/>
        </w:rPr>
        <w:t xml:space="preserve">                       </w:t>
      </w:r>
      <w:r w:rsidR="00664429">
        <w:rPr>
          <w:rFonts w:ascii="Times New Roman" w:hAnsi="Times New Roman"/>
          <w:sz w:val="28"/>
          <w:szCs w:val="28"/>
        </w:rPr>
        <w:t xml:space="preserve">  </w:t>
      </w:r>
      <w:r w:rsidR="005B3DB6" w:rsidRPr="00211242">
        <w:rPr>
          <w:rFonts w:ascii="Times New Roman" w:hAnsi="Times New Roman"/>
          <w:sz w:val="28"/>
          <w:szCs w:val="28"/>
        </w:rPr>
        <w:t xml:space="preserve"> </w:t>
      </w:r>
      <w:r w:rsidR="00861232" w:rsidRPr="00211242">
        <w:rPr>
          <w:rFonts w:ascii="Times New Roman" w:hAnsi="Times New Roman"/>
          <w:sz w:val="28"/>
          <w:szCs w:val="28"/>
        </w:rPr>
        <w:t xml:space="preserve">  </w:t>
      </w:r>
      <w:r w:rsidR="007A4DE3" w:rsidRPr="0021124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Тверской области</w:t>
      </w:r>
      <w:r w:rsidRPr="002112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О.В. Большакова</w:t>
      </w:r>
      <w:bookmarkStart w:id="1" w:name="_GoBack"/>
      <w:bookmarkEnd w:id="1"/>
    </w:p>
    <w:p w:rsidR="00B63B8C" w:rsidRDefault="00B63B8C" w:rsidP="00591742">
      <w:pPr>
        <w:rPr>
          <w:rFonts w:ascii="Times New Roman" w:hAnsi="Times New Roman"/>
          <w:sz w:val="28"/>
          <w:szCs w:val="28"/>
        </w:rPr>
      </w:pPr>
    </w:p>
    <w:p w:rsidR="00591742" w:rsidRDefault="00591742" w:rsidP="00591742">
      <w:pPr>
        <w:rPr>
          <w:rFonts w:ascii="Times New Roman" w:hAnsi="Times New Roman"/>
          <w:sz w:val="28"/>
          <w:szCs w:val="28"/>
        </w:rPr>
      </w:pPr>
    </w:p>
    <w:sectPr w:rsidR="00591742" w:rsidSect="00B63B8C">
      <w:pgSz w:w="11906" w:h="16838"/>
      <w:pgMar w:top="851" w:right="566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1A2B" w:rsidRDefault="00F21A2B" w:rsidP="00614228">
      <w:r>
        <w:separator/>
      </w:r>
    </w:p>
  </w:endnote>
  <w:endnote w:type="continuationSeparator" w:id="0">
    <w:p w:rsidR="00F21A2B" w:rsidRDefault="00F21A2B" w:rsidP="0061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1A2B" w:rsidRDefault="00F21A2B" w:rsidP="00614228">
      <w:r>
        <w:separator/>
      </w:r>
    </w:p>
  </w:footnote>
  <w:footnote w:type="continuationSeparator" w:id="0">
    <w:p w:rsidR="00F21A2B" w:rsidRDefault="00F21A2B" w:rsidP="00614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35F8"/>
    <w:multiLevelType w:val="hybridMultilevel"/>
    <w:tmpl w:val="9D6476D6"/>
    <w:lvl w:ilvl="0" w:tplc="6D082D5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C86216D"/>
    <w:multiLevelType w:val="hybridMultilevel"/>
    <w:tmpl w:val="3072E910"/>
    <w:lvl w:ilvl="0" w:tplc="EB7A5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163C4D"/>
    <w:multiLevelType w:val="hybridMultilevel"/>
    <w:tmpl w:val="D528DB7C"/>
    <w:lvl w:ilvl="0" w:tplc="B7141CF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63404F6E"/>
    <w:multiLevelType w:val="multilevel"/>
    <w:tmpl w:val="CC9E7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915"/>
    <w:rsid w:val="00001043"/>
    <w:rsid w:val="00001988"/>
    <w:rsid w:val="00002034"/>
    <w:rsid w:val="00003AA1"/>
    <w:rsid w:val="00004739"/>
    <w:rsid w:val="000050E3"/>
    <w:rsid w:val="00005BD4"/>
    <w:rsid w:val="00006E97"/>
    <w:rsid w:val="0001779A"/>
    <w:rsid w:val="00025DD7"/>
    <w:rsid w:val="00031574"/>
    <w:rsid w:val="0003580C"/>
    <w:rsid w:val="00051C58"/>
    <w:rsid w:val="00063A19"/>
    <w:rsid w:val="000669F1"/>
    <w:rsid w:val="00071C1B"/>
    <w:rsid w:val="00072F46"/>
    <w:rsid w:val="00076316"/>
    <w:rsid w:val="0008430B"/>
    <w:rsid w:val="00084826"/>
    <w:rsid w:val="00085AE8"/>
    <w:rsid w:val="000935A1"/>
    <w:rsid w:val="000A114E"/>
    <w:rsid w:val="000A231B"/>
    <w:rsid w:val="000A3922"/>
    <w:rsid w:val="000A4D79"/>
    <w:rsid w:val="000B61B2"/>
    <w:rsid w:val="000C71D0"/>
    <w:rsid w:val="000D1799"/>
    <w:rsid w:val="000D78EB"/>
    <w:rsid w:val="000E4A0D"/>
    <w:rsid w:val="000E63A6"/>
    <w:rsid w:val="000F0498"/>
    <w:rsid w:val="000F25CE"/>
    <w:rsid w:val="000F77CD"/>
    <w:rsid w:val="00105034"/>
    <w:rsid w:val="0011130D"/>
    <w:rsid w:val="0011131F"/>
    <w:rsid w:val="0011726C"/>
    <w:rsid w:val="00125ADA"/>
    <w:rsid w:val="001265A4"/>
    <w:rsid w:val="00126895"/>
    <w:rsid w:val="00133F39"/>
    <w:rsid w:val="00143667"/>
    <w:rsid w:val="00146283"/>
    <w:rsid w:val="00147B8A"/>
    <w:rsid w:val="00151AF1"/>
    <w:rsid w:val="001532E0"/>
    <w:rsid w:val="001535DC"/>
    <w:rsid w:val="001628D7"/>
    <w:rsid w:val="00163F2E"/>
    <w:rsid w:val="00164BDA"/>
    <w:rsid w:val="00174380"/>
    <w:rsid w:val="00175430"/>
    <w:rsid w:val="00183406"/>
    <w:rsid w:val="001A18B7"/>
    <w:rsid w:val="001B68AC"/>
    <w:rsid w:val="001C5D27"/>
    <w:rsid w:val="001C6BEE"/>
    <w:rsid w:val="001C7EAF"/>
    <w:rsid w:val="001D3394"/>
    <w:rsid w:val="001D4BC0"/>
    <w:rsid w:val="001D54C0"/>
    <w:rsid w:val="001E56C6"/>
    <w:rsid w:val="001E5F61"/>
    <w:rsid w:val="001E67F0"/>
    <w:rsid w:val="001F1457"/>
    <w:rsid w:val="001F2EBD"/>
    <w:rsid w:val="001F48D0"/>
    <w:rsid w:val="00201546"/>
    <w:rsid w:val="002018ED"/>
    <w:rsid w:val="00205B8E"/>
    <w:rsid w:val="0020697E"/>
    <w:rsid w:val="00211242"/>
    <w:rsid w:val="002123B8"/>
    <w:rsid w:val="0021520B"/>
    <w:rsid w:val="0022012E"/>
    <w:rsid w:val="00222868"/>
    <w:rsid w:val="00223204"/>
    <w:rsid w:val="00225C60"/>
    <w:rsid w:val="002269C6"/>
    <w:rsid w:val="002309F9"/>
    <w:rsid w:val="00233698"/>
    <w:rsid w:val="00241D33"/>
    <w:rsid w:val="00250D95"/>
    <w:rsid w:val="002540DD"/>
    <w:rsid w:val="00255327"/>
    <w:rsid w:val="00262A56"/>
    <w:rsid w:val="00263BBD"/>
    <w:rsid w:val="00267427"/>
    <w:rsid w:val="00271476"/>
    <w:rsid w:val="00274D9C"/>
    <w:rsid w:val="00275EF7"/>
    <w:rsid w:val="00294C30"/>
    <w:rsid w:val="00297BC4"/>
    <w:rsid w:val="002A48BD"/>
    <w:rsid w:val="002B3278"/>
    <w:rsid w:val="002C0121"/>
    <w:rsid w:val="002D012E"/>
    <w:rsid w:val="002D4EFD"/>
    <w:rsid w:val="002E4883"/>
    <w:rsid w:val="002F00F9"/>
    <w:rsid w:val="002F1861"/>
    <w:rsid w:val="002F4C24"/>
    <w:rsid w:val="002F54EB"/>
    <w:rsid w:val="00300DE8"/>
    <w:rsid w:val="003033A8"/>
    <w:rsid w:val="0030355F"/>
    <w:rsid w:val="00303A10"/>
    <w:rsid w:val="00311EA8"/>
    <w:rsid w:val="00312737"/>
    <w:rsid w:val="003161A3"/>
    <w:rsid w:val="00316A35"/>
    <w:rsid w:val="00322966"/>
    <w:rsid w:val="00334EF5"/>
    <w:rsid w:val="0033587D"/>
    <w:rsid w:val="00340259"/>
    <w:rsid w:val="00345B0D"/>
    <w:rsid w:val="00345DA2"/>
    <w:rsid w:val="00351BC2"/>
    <w:rsid w:val="00352918"/>
    <w:rsid w:val="00361A3A"/>
    <w:rsid w:val="003704A4"/>
    <w:rsid w:val="00373B41"/>
    <w:rsid w:val="00383905"/>
    <w:rsid w:val="00385517"/>
    <w:rsid w:val="00390EE9"/>
    <w:rsid w:val="003A2E0C"/>
    <w:rsid w:val="003A54AD"/>
    <w:rsid w:val="003A6128"/>
    <w:rsid w:val="003B1693"/>
    <w:rsid w:val="003B2953"/>
    <w:rsid w:val="003B356E"/>
    <w:rsid w:val="003B498B"/>
    <w:rsid w:val="003B772B"/>
    <w:rsid w:val="003C34B6"/>
    <w:rsid w:val="003D374E"/>
    <w:rsid w:val="003D453C"/>
    <w:rsid w:val="003D6387"/>
    <w:rsid w:val="003E3E22"/>
    <w:rsid w:val="003E6ECA"/>
    <w:rsid w:val="003F1BDC"/>
    <w:rsid w:val="003F37D7"/>
    <w:rsid w:val="003F4570"/>
    <w:rsid w:val="003F7C0E"/>
    <w:rsid w:val="00401193"/>
    <w:rsid w:val="004033A6"/>
    <w:rsid w:val="00415061"/>
    <w:rsid w:val="004162CD"/>
    <w:rsid w:val="0041735A"/>
    <w:rsid w:val="004218CB"/>
    <w:rsid w:val="00422BFA"/>
    <w:rsid w:val="00430B79"/>
    <w:rsid w:val="004311F6"/>
    <w:rsid w:val="00432BF5"/>
    <w:rsid w:val="00442142"/>
    <w:rsid w:val="00442DFB"/>
    <w:rsid w:val="0044346C"/>
    <w:rsid w:val="00444299"/>
    <w:rsid w:val="00446E55"/>
    <w:rsid w:val="00455B58"/>
    <w:rsid w:val="004637E1"/>
    <w:rsid w:val="00465E22"/>
    <w:rsid w:val="00470AA1"/>
    <w:rsid w:val="00476E09"/>
    <w:rsid w:val="0047756C"/>
    <w:rsid w:val="004776C0"/>
    <w:rsid w:val="00485406"/>
    <w:rsid w:val="004A3410"/>
    <w:rsid w:val="004A46B6"/>
    <w:rsid w:val="004A5386"/>
    <w:rsid w:val="004A5527"/>
    <w:rsid w:val="004A57FE"/>
    <w:rsid w:val="004B705A"/>
    <w:rsid w:val="004C207E"/>
    <w:rsid w:val="004C2885"/>
    <w:rsid w:val="004C3754"/>
    <w:rsid w:val="004C4662"/>
    <w:rsid w:val="004D2179"/>
    <w:rsid w:val="004D46F5"/>
    <w:rsid w:val="004E1429"/>
    <w:rsid w:val="004E3011"/>
    <w:rsid w:val="004E31C0"/>
    <w:rsid w:val="004E33FA"/>
    <w:rsid w:val="004E687E"/>
    <w:rsid w:val="004F3801"/>
    <w:rsid w:val="004F3D56"/>
    <w:rsid w:val="004F4C3E"/>
    <w:rsid w:val="004F68FE"/>
    <w:rsid w:val="005017A2"/>
    <w:rsid w:val="00502F29"/>
    <w:rsid w:val="005031E0"/>
    <w:rsid w:val="00510FA0"/>
    <w:rsid w:val="0051324A"/>
    <w:rsid w:val="00513A49"/>
    <w:rsid w:val="00516BF9"/>
    <w:rsid w:val="005269B1"/>
    <w:rsid w:val="00532B34"/>
    <w:rsid w:val="00532BE2"/>
    <w:rsid w:val="00532C6A"/>
    <w:rsid w:val="00535F12"/>
    <w:rsid w:val="00543E5B"/>
    <w:rsid w:val="005521EF"/>
    <w:rsid w:val="00557985"/>
    <w:rsid w:val="00563A89"/>
    <w:rsid w:val="005646E0"/>
    <w:rsid w:val="0056557A"/>
    <w:rsid w:val="005715EF"/>
    <w:rsid w:val="00584B2A"/>
    <w:rsid w:val="00585C70"/>
    <w:rsid w:val="0058735E"/>
    <w:rsid w:val="005877F8"/>
    <w:rsid w:val="00590851"/>
    <w:rsid w:val="00591742"/>
    <w:rsid w:val="00591AEB"/>
    <w:rsid w:val="00592C5B"/>
    <w:rsid w:val="0059707B"/>
    <w:rsid w:val="005A4245"/>
    <w:rsid w:val="005B3DB6"/>
    <w:rsid w:val="005B6A4A"/>
    <w:rsid w:val="005D13A9"/>
    <w:rsid w:val="005D157B"/>
    <w:rsid w:val="005D39D8"/>
    <w:rsid w:val="005D3FBB"/>
    <w:rsid w:val="005E6E97"/>
    <w:rsid w:val="005E7FA6"/>
    <w:rsid w:val="005F12E3"/>
    <w:rsid w:val="005F523B"/>
    <w:rsid w:val="005F560C"/>
    <w:rsid w:val="00600622"/>
    <w:rsid w:val="00600F57"/>
    <w:rsid w:val="00601129"/>
    <w:rsid w:val="00605AB4"/>
    <w:rsid w:val="00613DEC"/>
    <w:rsid w:val="00614228"/>
    <w:rsid w:val="0063001A"/>
    <w:rsid w:val="00637E12"/>
    <w:rsid w:val="006415FA"/>
    <w:rsid w:val="00652838"/>
    <w:rsid w:val="00663351"/>
    <w:rsid w:val="00664429"/>
    <w:rsid w:val="00665FDE"/>
    <w:rsid w:val="00672206"/>
    <w:rsid w:val="00672946"/>
    <w:rsid w:val="00674F8F"/>
    <w:rsid w:val="00675BA3"/>
    <w:rsid w:val="00683DB0"/>
    <w:rsid w:val="00685FA3"/>
    <w:rsid w:val="00690E8E"/>
    <w:rsid w:val="00692D48"/>
    <w:rsid w:val="00694CD0"/>
    <w:rsid w:val="00695AA6"/>
    <w:rsid w:val="006A626F"/>
    <w:rsid w:val="006B0222"/>
    <w:rsid w:val="006B1700"/>
    <w:rsid w:val="006B74EE"/>
    <w:rsid w:val="006B7723"/>
    <w:rsid w:val="006B79B6"/>
    <w:rsid w:val="006C3D4F"/>
    <w:rsid w:val="006C40F0"/>
    <w:rsid w:val="006C54D1"/>
    <w:rsid w:val="006D0929"/>
    <w:rsid w:val="006D53EA"/>
    <w:rsid w:val="006E198F"/>
    <w:rsid w:val="006E473E"/>
    <w:rsid w:val="006E7648"/>
    <w:rsid w:val="006F558C"/>
    <w:rsid w:val="006F70CB"/>
    <w:rsid w:val="00700E81"/>
    <w:rsid w:val="00704F6C"/>
    <w:rsid w:val="00707182"/>
    <w:rsid w:val="007109AB"/>
    <w:rsid w:val="00710CE7"/>
    <w:rsid w:val="0071232E"/>
    <w:rsid w:val="00722ABC"/>
    <w:rsid w:val="00725040"/>
    <w:rsid w:val="00732326"/>
    <w:rsid w:val="0073317D"/>
    <w:rsid w:val="007336EF"/>
    <w:rsid w:val="00736D69"/>
    <w:rsid w:val="00744E2B"/>
    <w:rsid w:val="00745C69"/>
    <w:rsid w:val="0074683B"/>
    <w:rsid w:val="00770315"/>
    <w:rsid w:val="007728BE"/>
    <w:rsid w:val="007741E4"/>
    <w:rsid w:val="00775F03"/>
    <w:rsid w:val="0079113B"/>
    <w:rsid w:val="00791FC2"/>
    <w:rsid w:val="007935E3"/>
    <w:rsid w:val="00794E23"/>
    <w:rsid w:val="0079731F"/>
    <w:rsid w:val="007A250C"/>
    <w:rsid w:val="007A4DE3"/>
    <w:rsid w:val="007B1894"/>
    <w:rsid w:val="007B4FB2"/>
    <w:rsid w:val="007D0BF7"/>
    <w:rsid w:val="007D297C"/>
    <w:rsid w:val="007D42F9"/>
    <w:rsid w:val="007E0D6D"/>
    <w:rsid w:val="007E3EF9"/>
    <w:rsid w:val="007E5DEA"/>
    <w:rsid w:val="007F05BB"/>
    <w:rsid w:val="007F0F93"/>
    <w:rsid w:val="007F216A"/>
    <w:rsid w:val="007F6437"/>
    <w:rsid w:val="00800783"/>
    <w:rsid w:val="00802097"/>
    <w:rsid w:val="00805209"/>
    <w:rsid w:val="00806334"/>
    <w:rsid w:val="00821E89"/>
    <w:rsid w:val="00827C51"/>
    <w:rsid w:val="00831F90"/>
    <w:rsid w:val="008444B4"/>
    <w:rsid w:val="00847AF7"/>
    <w:rsid w:val="00850D95"/>
    <w:rsid w:val="00851D83"/>
    <w:rsid w:val="008558CE"/>
    <w:rsid w:val="00857336"/>
    <w:rsid w:val="008575ED"/>
    <w:rsid w:val="00861232"/>
    <w:rsid w:val="0086591F"/>
    <w:rsid w:val="00866C45"/>
    <w:rsid w:val="008673F5"/>
    <w:rsid w:val="00870F35"/>
    <w:rsid w:val="008720F2"/>
    <w:rsid w:val="008758A2"/>
    <w:rsid w:val="008828A5"/>
    <w:rsid w:val="00885D89"/>
    <w:rsid w:val="00886DFC"/>
    <w:rsid w:val="00892910"/>
    <w:rsid w:val="00892D81"/>
    <w:rsid w:val="00892F8C"/>
    <w:rsid w:val="0089526B"/>
    <w:rsid w:val="008B5874"/>
    <w:rsid w:val="008C396A"/>
    <w:rsid w:val="008C7EEA"/>
    <w:rsid w:val="008D3122"/>
    <w:rsid w:val="008D554C"/>
    <w:rsid w:val="008D64A5"/>
    <w:rsid w:val="008E4DAA"/>
    <w:rsid w:val="008E653B"/>
    <w:rsid w:val="008F06BD"/>
    <w:rsid w:val="008F1060"/>
    <w:rsid w:val="008F5398"/>
    <w:rsid w:val="008F7798"/>
    <w:rsid w:val="008F7C5E"/>
    <w:rsid w:val="00900EE7"/>
    <w:rsid w:val="00902DD7"/>
    <w:rsid w:val="00907C87"/>
    <w:rsid w:val="00910B04"/>
    <w:rsid w:val="00910BE7"/>
    <w:rsid w:val="00913E74"/>
    <w:rsid w:val="00920459"/>
    <w:rsid w:val="00920837"/>
    <w:rsid w:val="00920965"/>
    <w:rsid w:val="00921CDD"/>
    <w:rsid w:val="00922EF0"/>
    <w:rsid w:val="00925D87"/>
    <w:rsid w:val="00936345"/>
    <w:rsid w:val="009367B7"/>
    <w:rsid w:val="0093767D"/>
    <w:rsid w:val="00940729"/>
    <w:rsid w:val="0094173A"/>
    <w:rsid w:val="00941C80"/>
    <w:rsid w:val="00943824"/>
    <w:rsid w:val="00943914"/>
    <w:rsid w:val="00943AE0"/>
    <w:rsid w:val="0094527F"/>
    <w:rsid w:val="0095057B"/>
    <w:rsid w:val="009514F3"/>
    <w:rsid w:val="00953C82"/>
    <w:rsid w:val="00971DB8"/>
    <w:rsid w:val="0097700D"/>
    <w:rsid w:val="0097746F"/>
    <w:rsid w:val="00980C34"/>
    <w:rsid w:val="00984704"/>
    <w:rsid w:val="00984D7D"/>
    <w:rsid w:val="00987171"/>
    <w:rsid w:val="009912EE"/>
    <w:rsid w:val="0099187E"/>
    <w:rsid w:val="009934AA"/>
    <w:rsid w:val="0099618E"/>
    <w:rsid w:val="009A3E28"/>
    <w:rsid w:val="009A4EB8"/>
    <w:rsid w:val="009A56F6"/>
    <w:rsid w:val="009B225A"/>
    <w:rsid w:val="009C46E5"/>
    <w:rsid w:val="009C5E7B"/>
    <w:rsid w:val="009C614A"/>
    <w:rsid w:val="009C7FA0"/>
    <w:rsid w:val="009D0295"/>
    <w:rsid w:val="009D2C51"/>
    <w:rsid w:val="009D4732"/>
    <w:rsid w:val="009D5782"/>
    <w:rsid w:val="009D5D59"/>
    <w:rsid w:val="009E099A"/>
    <w:rsid w:val="009E4809"/>
    <w:rsid w:val="009E614F"/>
    <w:rsid w:val="009E7FE5"/>
    <w:rsid w:val="009F3401"/>
    <w:rsid w:val="009F44CA"/>
    <w:rsid w:val="00A11775"/>
    <w:rsid w:val="00A133E5"/>
    <w:rsid w:val="00A13B60"/>
    <w:rsid w:val="00A13C83"/>
    <w:rsid w:val="00A35DB9"/>
    <w:rsid w:val="00A44DE4"/>
    <w:rsid w:val="00A45C36"/>
    <w:rsid w:val="00A5043D"/>
    <w:rsid w:val="00A5134F"/>
    <w:rsid w:val="00A51D32"/>
    <w:rsid w:val="00A57619"/>
    <w:rsid w:val="00A62AE5"/>
    <w:rsid w:val="00A71DF4"/>
    <w:rsid w:val="00A760FA"/>
    <w:rsid w:val="00A835F2"/>
    <w:rsid w:val="00A839EA"/>
    <w:rsid w:val="00A917A1"/>
    <w:rsid w:val="00A966B4"/>
    <w:rsid w:val="00AA4A4A"/>
    <w:rsid w:val="00AB4532"/>
    <w:rsid w:val="00AB7789"/>
    <w:rsid w:val="00AC28DE"/>
    <w:rsid w:val="00AC4A0C"/>
    <w:rsid w:val="00AC6C2B"/>
    <w:rsid w:val="00AD1879"/>
    <w:rsid w:val="00AE5EE4"/>
    <w:rsid w:val="00AF316F"/>
    <w:rsid w:val="00B02C8B"/>
    <w:rsid w:val="00B102D9"/>
    <w:rsid w:val="00B114F6"/>
    <w:rsid w:val="00B13915"/>
    <w:rsid w:val="00B1394B"/>
    <w:rsid w:val="00B14AAC"/>
    <w:rsid w:val="00B150AD"/>
    <w:rsid w:val="00B222B1"/>
    <w:rsid w:val="00B23F58"/>
    <w:rsid w:val="00B25F1A"/>
    <w:rsid w:val="00B27CDD"/>
    <w:rsid w:val="00B302B0"/>
    <w:rsid w:val="00B31E70"/>
    <w:rsid w:val="00B329E1"/>
    <w:rsid w:val="00B413EF"/>
    <w:rsid w:val="00B41E1B"/>
    <w:rsid w:val="00B5037D"/>
    <w:rsid w:val="00B53342"/>
    <w:rsid w:val="00B548AA"/>
    <w:rsid w:val="00B55627"/>
    <w:rsid w:val="00B624AD"/>
    <w:rsid w:val="00B62BBD"/>
    <w:rsid w:val="00B63B8C"/>
    <w:rsid w:val="00B676E3"/>
    <w:rsid w:val="00B67D0A"/>
    <w:rsid w:val="00B67F5A"/>
    <w:rsid w:val="00B70CDC"/>
    <w:rsid w:val="00B75C82"/>
    <w:rsid w:val="00B76C16"/>
    <w:rsid w:val="00B80E25"/>
    <w:rsid w:val="00B87A58"/>
    <w:rsid w:val="00B9062D"/>
    <w:rsid w:val="00B91586"/>
    <w:rsid w:val="00B9371F"/>
    <w:rsid w:val="00B94A4A"/>
    <w:rsid w:val="00BA1AD7"/>
    <w:rsid w:val="00BA2385"/>
    <w:rsid w:val="00BA4971"/>
    <w:rsid w:val="00BB1795"/>
    <w:rsid w:val="00BB76BB"/>
    <w:rsid w:val="00BC0152"/>
    <w:rsid w:val="00BD70C5"/>
    <w:rsid w:val="00BF24F2"/>
    <w:rsid w:val="00BF388F"/>
    <w:rsid w:val="00BF4AC3"/>
    <w:rsid w:val="00C00E4C"/>
    <w:rsid w:val="00C00FC9"/>
    <w:rsid w:val="00C03478"/>
    <w:rsid w:val="00C0367D"/>
    <w:rsid w:val="00C0633D"/>
    <w:rsid w:val="00C10993"/>
    <w:rsid w:val="00C12FC5"/>
    <w:rsid w:val="00C142F4"/>
    <w:rsid w:val="00C14CED"/>
    <w:rsid w:val="00C1600B"/>
    <w:rsid w:val="00C20891"/>
    <w:rsid w:val="00C21880"/>
    <w:rsid w:val="00C2192F"/>
    <w:rsid w:val="00C258C6"/>
    <w:rsid w:val="00C3180D"/>
    <w:rsid w:val="00C34FA2"/>
    <w:rsid w:val="00C40927"/>
    <w:rsid w:val="00C4159E"/>
    <w:rsid w:val="00C44045"/>
    <w:rsid w:val="00C54A36"/>
    <w:rsid w:val="00C5774C"/>
    <w:rsid w:val="00C63108"/>
    <w:rsid w:val="00C63EE0"/>
    <w:rsid w:val="00C73917"/>
    <w:rsid w:val="00C77077"/>
    <w:rsid w:val="00C77FB8"/>
    <w:rsid w:val="00C817BA"/>
    <w:rsid w:val="00C825C3"/>
    <w:rsid w:val="00C836F8"/>
    <w:rsid w:val="00C83C7B"/>
    <w:rsid w:val="00C84B54"/>
    <w:rsid w:val="00C8554E"/>
    <w:rsid w:val="00C87317"/>
    <w:rsid w:val="00C90190"/>
    <w:rsid w:val="00C90A9A"/>
    <w:rsid w:val="00C9437D"/>
    <w:rsid w:val="00C9750C"/>
    <w:rsid w:val="00C97EFF"/>
    <w:rsid w:val="00CA17CF"/>
    <w:rsid w:val="00CA3BA4"/>
    <w:rsid w:val="00CA3EDD"/>
    <w:rsid w:val="00CB03D5"/>
    <w:rsid w:val="00CB2926"/>
    <w:rsid w:val="00CC2460"/>
    <w:rsid w:val="00CC2550"/>
    <w:rsid w:val="00CC6127"/>
    <w:rsid w:val="00CC65E5"/>
    <w:rsid w:val="00CD0737"/>
    <w:rsid w:val="00CD0BF5"/>
    <w:rsid w:val="00CD289D"/>
    <w:rsid w:val="00CE398C"/>
    <w:rsid w:val="00CF139C"/>
    <w:rsid w:val="00CF70FE"/>
    <w:rsid w:val="00D00635"/>
    <w:rsid w:val="00D10A8B"/>
    <w:rsid w:val="00D22398"/>
    <w:rsid w:val="00D22E68"/>
    <w:rsid w:val="00D22EEC"/>
    <w:rsid w:val="00D25173"/>
    <w:rsid w:val="00D268AF"/>
    <w:rsid w:val="00D3017F"/>
    <w:rsid w:val="00D34160"/>
    <w:rsid w:val="00D34888"/>
    <w:rsid w:val="00D40DD2"/>
    <w:rsid w:val="00D43F6F"/>
    <w:rsid w:val="00D449F2"/>
    <w:rsid w:val="00D60CD0"/>
    <w:rsid w:val="00D872C8"/>
    <w:rsid w:val="00D87D80"/>
    <w:rsid w:val="00D926C9"/>
    <w:rsid w:val="00D934B3"/>
    <w:rsid w:val="00D93C60"/>
    <w:rsid w:val="00DB2E21"/>
    <w:rsid w:val="00DB2E54"/>
    <w:rsid w:val="00DB33CA"/>
    <w:rsid w:val="00DB33FC"/>
    <w:rsid w:val="00DD0C19"/>
    <w:rsid w:val="00DD22B8"/>
    <w:rsid w:val="00DD7B0D"/>
    <w:rsid w:val="00DE1108"/>
    <w:rsid w:val="00DE2867"/>
    <w:rsid w:val="00DE6463"/>
    <w:rsid w:val="00DF233C"/>
    <w:rsid w:val="00DF6811"/>
    <w:rsid w:val="00E0471E"/>
    <w:rsid w:val="00E04FAE"/>
    <w:rsid w:val="00E128BC"/>
    <w:rsid w:val="00E1405D"/>
    <w:rsid w:val="00E15695"/>
    <w:rsid w:val="00E25E03"/>
    <w:rsid w:val="00E37BF4"/>
    <w:rsid w:val="00E40B2D"/>
    <w:rsid w:val="00E4458B"/>
    <w:rsid w:val="00E478AD"/>
    <w:rsid w:val="00E47E4D"/>
    <w:rsid w:val="00E549E1"/>
    <w:rsid w:val="00E5608D"/>
    <w:rsid w:val="00E623C1"/>
    <w:rsid w:val="00E630C2"/>
    <w:rsid w:val="00E643F3"/>
    <w:rsid w:val="00E64BB3"/>
    <w:rsid w:val="00E65942"/>
    <w:rsid w:val="00E70C13"/>
    <w:rsid w:val="00E73812"/>
    <w:rsid w:val="00E76EC8"/>
    <w:rsid w:val="00E8477B"/>
    <w:rsid w:val="00E862F1"/>
    <w:rsid w:val="00E86BF5"/>
    <w:rsid w:val="00E94A45"/>
    <w:rsid w:val="00EA3548"/>
    <w:rsid w:val="00EA41D7"/>
    <w:rsid w:val="00EB51B7"/>
    <w:rsid w:val="00EB7898"/>
    <w:rsid w:val="00EC1BF1"/>
    <w:rsid w:val="00EC6CBA"/>
    <w:rsid w:val="00ED76A7"/>
    <w:rsid w:val="00EE5C93"/>
    <w:rsid w:val="00EF24C4"/>
    <w:rsid w:val="00EF2D98"/>
    <w:rsid w:val="00F03182"/>
    <w:rsid w:val="00F0732E"/>
    <w:rsid w:val="00F214FB"/>
    <w:rsid w:val="00F21792"/>
    <w:rsid w:val="00F21849"/>
    <w:rsid w:val="00F21A2B"/>
    <w:rsid w:val="00F21F95"/>
    <w:rsid w:val="00F22257"/>
    <w:rsid w:val="00F25B81"/>
    <w:rsid w:val="00F27AB1"/>
    <w:rsid w:val="00F27CBE"/>
    <w:rsid w:val="00F27D4E"/>
    <w:rsid w:val="00F36925"/>
    <w:rsid w:val="00F427FE"/>
    <w:rsid w:val="00F50A6A"/>
    <w:rsid w:val="00F54826"/>
    <w:rsid w:val="00F558CE"/>
    <w:rsid w:val="00F60B42"/>
    <w:rsid w:val="00F62D82"/>
    <w:rsid w:val="00F6331D"/>
    <w:rsid w:val="00F66694"/>
    <w:rsid w:val="00F66F17"/>
    <w:rsid w:val="00F71865"/>
    <w:rsid w:val="00F7255F"/>
    <w:rsid w:val="00F766CE"/>
    <w:rsid w:val="00F84978"/>
    <w:rsid w:val="00F87AFF"/>
    <w:rsid w:val="00F90BCC"/>
    <w:rsid w:val="00F92C65"/>
    <w:rsid w:val="00F932EF"/>
    <w:rsid w:val="00FA12FA"/>
    <w:rsid w:val="00FA1328"/>
    <w:rsid w:val="00FA2481"/>
    <w:rsid w:val="00FA39CB"/>
    <w:rsid w:val="00FA4916"/>
    <w:rsid w:val="00FA74F7"/>
    <w:rsid w:val="00FB4CE8"/>
    <w:rsid w:val="00FB66FA"/>
    <w:rsid w:val="00FC03CF"/>
    <w:rsid w:val="00FC7D5C"/>
    <w:rsid w:val="00FD365D"/>
    <w:rsid w:val="00FD4C56"/>
    <w:rsid w:val="00FD7635"/>
    <w:rsid w:val="00FE0FC6"/>
    <w:rsid w:val="00FE3C9E"/>
    <w:rsid w:val="00FE44E0"/>
    <w:rsid w:val="00FF07B3"/>
    <w:rsid w:val="00FF5D61"/>
    <w:rsid w:val="00FF6AEF"/>
    <w:rsid w:val="00FF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AD6DC"/>
  <w15:docId w15:val="{C1B85EFF-1D73-4420-B68C-2285882E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44E0"/>
    <w:rPr>
      <w:rFonts w:ascii="Tms Rmn" w:hAnsi="Tms Rmn"/>
    </w:rPr>
  </w:style>
  <w:style w:type="paragraph" w:styleId="1">
    <w:name w:val="heading 1"/>
    <w:basedOn w:val="a"/>
    <w:next w:val="a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5608D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8828A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Текст выноски Знак"/>
    <w:link w:val="a4"/>
    <w:rsid w:val="00D93C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142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614228"/>
    <w:rPr>
      <w:rFonts w:ascii="Tms Rmn" w:hAnsi="Tms Rmn"/>
    </w:rPr>
  </w:style>
  <w:style w:type="paragraph" w:styleId="a8">
    <w:name w:val="footer"/>
    <w:basedOn w:val="a"/>
    <w:link w:val="a9"/>
    <w:rsid w:val="006142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614228"/>
    <w:rPr>
      <w:rFonts w:ascii="Tms Rmn" w:hAnsi="Tms Rmn"/>
    </w:rPr>
  </w:style>
  <w:style w:type="paragraph" w:customStyle="1" w:styleId="Default">
    <w:name w:val="Default"/>
    <w:rsid w:val="00FA24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175430"/>
    <w:rPr>
      <w:color w:val="0000FF"/>
      <w:u w:val="single"/>
    </w:rPr>
  </w:style>
  <w:style w:type="character" w:styleId="ab">
    <w:name w:val="FollowedHyperlink"/>
    <w:basedOn w:val="a0"/>
    <w:rsid w:val="00C77FB8"/>
    <w:rPr>
      <w:color w:val="954F72" w:themeColor="followedHyperlink"/>
      <w:u w:val="single"/>
    </w:rPr>
  </w:style>
  <w:style w:type="table" w:customStyle="1" w:styleId="10">
    <w:name w:val="Сетка таблицы1"/>
    <w:basedOn w:val="a1"/>
    <w:next w:val="a3"/>
    <w:uiPriority w:val="59"/>
    <w:rsid w:val="005917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4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86;&#1082;&#1077;&#1077;&#1074;&#1072;%20&#1045;&#1083;&#1077;&#1085;&#1072;\Application%20Data\Microsoft\&#1064;&#1072;&#1073;&#1083;&#1086;&#1085;&#1099;\&#1050;&#1040;&#1064;&#1048;&#1053;\&#1056;&#1077;&#1096;&#1077;&#1085;&#1080;&#1077;%20&#1057;&#1086;&#1073;&#1088;&#1072;&#1085;&#1080;&#1103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08164-F37C-433E-8190-7534EFC7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Собрания депутатов</Template>
  <TotalTime>1310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Кашинский Горсо</Company>
  <LinksUpToDate>false</LinksUpToDate>
  <CharactersWithSpaces>1629</CharactersWithSpaces>
  <SharedDoc>false</SharedDoc>
  <HLinks>
    <vt:vector size="6" baseType="variant">
      <vt:variant>
        <vt:i4>5570638</vt:i4>
      </vt:variant>
      <vt:variant>
        <vt:i4>0</vt:i4>
      </vt:variant>
      <vt:variant>
        <vt:i4>0</vt:i4>
      </vt:variant>
      <vt:variant>
        <vt:i4>5</vt:i4>
      </vt:variant>
      <vt:variant>
        <vt:lpwstr>https://www.nalog.ru/cdn/form/4162479.pdf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Фокеева Елена</dc:creator>
  <cp:keywords/>
  <cp:lastModifiedBy>Komitet2</cp:lastModifiedBy>
  <cp:revision>255</cp:revision>
  <cp:lastPrinted>2021-10-04T12:36:00Z</cp:lastPrinted>
  <dcterms:created xsi:type="dcterms:W3CDTF">2019-01-31T10:45:00Z</dcterms:created>
  <dcterms:modified xsi:type="dcterms:W3CDTF">2025-06-02T08:45:00Z</dcterms:modified>
</cp:coreProperties>
</file>